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4C" w:rsidRDefault="005E0D4C" w:rsidP="00895D2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A53A3C" w:rsidRPr="0047166D" w:rsidRDefault="00A53A3C" w:rsidP="00895D2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7166D">
        <w:rPr>
          <w:rFonts w:ascii="Arial" w:hAnsi="Arial" w:cs="Arial"/>
          <w:b/>
          <w:sz w:val="20"/>
          <w:szCs w:val="20"/>
        </w:rPr>
        <w:t xml:space="preserve">Allegato </w:t>
      </w:r>
      <w:r w:rsidR="00575D58">
        <w:rPr>
          <w:rFonts w:ascii="Arial" w:hAnsi="Arial" w:cs="Arial"/>
          <w:b/>
          <w:sz w:val="20"/>
          <w:szCs w:val="20"/>
        </w:rPr>
        <w:t xml:space="preserve">B </w:t>
      </w:r>
      <w:r w:rsidRPr="0047166D">
        <w:rPr>
          <w:rFonts w:ascii="Arial" w:hAnsi="Arial" w:cs="Arial"/>
          <w:b/>
          <w:sz w:val="20"/>
        </w:rPr>
        <w:t>–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166D">
        <w:rPr>
          <w:rFonts w:ascii="Arial" w:hAnsi="Arial" w:cs="Arial"/>
          <w:b/>
          <w:sz w:val="20"/>
          <w:szCs w:val="20"/>
        </w:rPr>
        <w:t xml:space="preserve"> Dichiarazione </w:t>
      </w:r>
      <w:r>
        <w:rPr>
          <w:rFonts w:ascii="Arial" w:hAnsi="Arial" w:cs="Arial"/>
          <w:b/>
          <w:sz w:val="20"/>
          <w:szCs w:val="20"/>
        </w:rPr>
        <w:t>dell’impresa di pesca</w:t>
      </w:r>
      <w:r w:rsidR="00895D25">
        <w:rPr>
          <w:rFonts w:ascii="Arial" w:hAnsi="Arial" w:cs="Arial"/>
          <w:b/>
          <w:sz w:val="20"/>
          <w:szCs w:val="20"/>
        </w:rPr>
        <w:t xml:space="preserve"> </w:t>
      </w:r>
      <w:r w:rsidR="00895D25">
        <w:rPr>
          <w:rFonts w:ascii="Arial" w:hAnsi="Arial" w:cs="Arial"/>
          <w:b/>
          <w:bCs/>
          <w:sz w:val="20"/>
          <w:szCs w:val="20"/>
        </w:rPr>
        <w:t>per il rispetto della tracciabilità delle partite di corallo rosso prelevate nelle acque territoriali prospicienti il territorio della Sardegna.</w:t>
      </w:r>
    </w:p>
    <w:p w:rsidR="00A53A3C" w:rsidRDefault="00A53A3C" w:rsidP="00A53A3C">
      <w:pPr>
        <w:pStyle w:val="Titolo"/>
        <w:rPr>
          <w:rFonts w:ascii="Arial" w:hAnsi="Arial" w:cs="Arial"/>
          <w:b/>
          <w:szCs w:val="20"/>
        </w:rPr>
      </w:pPr>
    </w:p>
    <w:p w:rsidR="005E0D4C" w:rsidRPr="0047166D" w:rsidRDefault="005E0D4C" w:rsidP="00A53A3C">
      <w:pPr>
        <w:pStyle w:val="Titolo"/>
        <w:rPr>
          <w:rFonts w:ascii="Arial" w:hAnsi="Arial" w:cs="Arial"/>
          <w:b/>
          <w:szCs w:val="20"/>
        </w:rPr>
      </w:pPr>
    </w:p>
    <w:p w:rsidR="00A53A3C" w:rsidRPr="0047166D" w:rsidRDefault="00A53A3C" w:rsidP="00A53A3C">
      <w:pPr>
        <w:pStyle w:val="Titolo1"/>
        <w:spacing w:after="240"/>
        <w:rPr>
          <w:rFonts w:ascii="Arial" w:hAnsi="Arial" w:cs="Arial"/>
          <w:sz w:val="20"/>
          <w:szCs w:val="20"/>
        </w:rPr>
      </w:pPr>
      <w:r w:rsidRPr="0047166D">
        <w:rPr>
          <w:rFonts w:ascii="Arial" w:hAnsi="Arial" w:cs="Arial"/>
          <w:b w:val="0"/>
          <w:sz w:val="20"/>
          <w:szCs w:val="20"/>
        </w:rPr>
        <w:t>Il/la sottoscritto/a</w:t>
      </w:r>
      <w:r w:rsidRPr="0047166D">
        <w:rPr>
          <w:rFonts w:ascii="Arial" w:hAnsi="Arial" w:cs="Arial"/>
          <w:sz w:val="20"/>
          <w:szCs w:val="20"/>
        </w:rPr>
        <w:t xml:space="preserve"> </w:t>
      </w:r>
      <w:r w:rsidRPr="0047166D">
        <w:rPr>
          <w:rFonts w:ascii="Arial" w:hAnsi="Arial" w:cs="Arial"/>
          <w:b w:val="0"/>
          <w:sz w:val="20"/>
          <w:szCs w:val="20"/>
        </w:rPr>
        <w:t>(Cognome e Nome)_</w:t>
      </w:r>
      <w:r w:rsidRPr="0047166D">
        <w:rPr>
          <w:rFonts w:ascii="Arial" w:hAnsi="Arial" w:cs="Arial"/>
          <w:sz w:val="20"/>
          <w:szCs w:val="20"/>
        </w:rPr>
        <w:t>_</w:t>
      </w:r>
      <w:bookmarkStart w:id="0" w:name="_GoBack"/>
      <w:bookmarkEnd w:id="0"/>
      <w:r w:rsidRPr="0047166D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____________________</w:t>
      </w:r>
    </w:p>
    <w:p w:rsidR="00A53A3C" w:rsidRPr="0047166D" w:rsidRDefault="00A53A3C" w:rsidP="00A53A3C">
      <w:pPr>
        <w:rPr>
          <w:rFonts w:ascii="Arial" w:hAnsi="Arial" w:cs="Arial"/>
          <w:sz w:val="20"/>
          <w:szCs w:val="20"/>
        </w:rPr>
      </w:pPr>
      <w:r w:rsidRPr="0047166D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47166D">
        <w:rPr>
          <w:rFonts w:ascii="Arial" w:hAnsi="Arial" w:cs="Arial"/>
          <w:sz w:val="20"/>
          <w:szCs w:val="20"/>
        </w:rPr>
        <w:t>a</w:t>
      </w:r>
      <w:proofErr w:type="spellEnd"/>
      <w:r w:rsidRPr="0047166D">
        <w:rPr>
          <w:rFonts w:ascii="Arial" w:hAnsi="Arial" w:cs="Arial"/>
          <w:sz w:val="20"/>
          <w:szCs w:val="20"/>
        </w:rPr>
        <w:t xml:space="preserve"> ______________________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47166D">
        <w:rPr>
          <w:rFonts w:ascii="Arial" w:hAnsi="Arial" w:cs="Arial"/>
          <w:sz w:val="20"/>
          <w:szCs w:val="20"/>
        </w:rPr>
        <w:t xml:space="preserve"> (__________) il __________________________</w:t>
      </w:r>
      <w:r w:rsidRPr="0047166D">
        <w:rPr>
          <w:rFonts w:ascii="Arial" w:hAnsi="Arial" w:cs="Arial"/>
          <w:sz w:val="20"/>
          <w:szCs w:val="20"/>
        </w:rPr>
        <w:tab/>
      </w:r>
      <w:r w:rsidRPr="0047166D">
        <w:rPr>
          <w:rFonts w:ascii="Arial" w:hAnsi="Arial" w:cs="Arial"/>
          <w:sz w:val="20"/>
          <w:szCs w:val="20"/>
        </w:rPr>
        <w:tab/>
        <w:t>(luogo)                         (</w:t>
      </w:r>
      <w:proofErr w:type="spellStart"/>
      <w:r w:rsidRPr="0047166D">
        <w:rPr>
          <w:rFonts w:ascii="Arial" w:hAnsi="Arial" w:cs="Arial"/>
          <w:sz w:val="20"/>
          <w:szCs w:val="20"/>
        </w:rPr>
        <w:t>prov</w:t>
      </w:r>
      <w:proofErr w:type="spellEnd"/>
      <w:r w:rsidRPr="0047166D">
        <w:rPr>
          <w:rFonts w:ascii="Arial" w:hAnsi="Arial" w:cs="Arial"/>
          <w:sz w:val="20"/>
          <w:szCs w:val="20"/>
        </w:rPr>
        <w:t>.)</w:t>
      </w:r>
    </w:p>
    <w:p w:rsidR="00A53A3C" w:rsidRPr="0047166D" w:rsidRDefault="00A53A3C" w:rsidP="00A53A3C">
      <w:pPr>
        <w:rPr>
          <w:rFonts w:ascii="Arial" w:hAnsi="Arial" w:cs="Arial"/>
          <w:sz w:val="20"/>
          <w:szCs w:val="20"/>
        </w:rPr>
      </w:pPr>
    </w:p>
    <w:p w:rsidR="00A53A3C" w:rsidRPr="0047166D" w:rsidRDefault="00A53A3C" w:rsidP="00A53A3C">
      <w:pPr>
        <w:rPr>
          <w:rFonts w:ascii="Arial" w:hAnsi="Arial" w:cs="Arial"/>
          <w:sz w:val="20"/>
          <w:szCs w:val="20"/>
        </w:rPr>
      </w:pPr>
      <w:r w:rsidRPr="0047166D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sidente a ________________</w:t>
      </w:r>
      <w:r w:rsidRPr="0047166D">
        <w:rPr>
          <w:rFonts w:ascii="Arial" w:hAnsi="Arial" w:cs="Arial"/>
          <w:sz w:val="20"/>
          <w:szCs w:val="20"/>
        </w:rPr>
        <w:t xml:space="preserve"> (____)</w:t>
      </w:r>
      <w:r>
        <w:rPr>
          <w:rFonts w:ascii="Arial" w:hAnsi="Arial" w:cs="Arial"/>
          <w:sz w:val="20"/>
          <w:szCs w:val="20"/>
        </w:rPr>
        <w:t xml:space="preserve"> in  via____________________</w:t>
      </w:r>
      <w:r w:rsidRPr="0047166D">
        <w:rPr>
          <w:rFonts w:ascii="Arial" w:hAnsi="Arial" w:cs="Arial"/>
          <w:sz w:val="20"/>
          <w:szCs w:val="20"/>
        </w:rPr>
        <w:t xml:space="preserve"> n. ____________________</w:t>
      </w:r>
    </w:p>
    <w:p w:rsidR="00A53A3C" w:rsidRPr="0047166D" w:rsidRDefault="00A53A3C" w:rsidP="00A53A3C">
      <w:pPr>
        <w:rPr>
          <w:rFonts w:ascii="Arial" w:hAnsi="Arial" w:cs="Arial"/>
          <w:sz w:val="20"/>
          <w:szCs w:val="20"/>
        </w:rPr>
      </w:pPr>
      <w:r w:rsidRPr="0047166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47166D">
        <w:rPr>
          <w:rFonts w:ascii="Arial" w:hAnsi="Arial" w:cs="Arial"/>
          <w:sz w:val="20"/>
          <w:szCs w:val="20"/>
        </w:rPr>
        <w:t xml:space="preserve"> (luogo)                  (</w:t>
      </w:r>
      <w:proofErr w:type="spellStart"/>
      <w:r w:rsidRPr="0047166D">
        <w:rPr>
          <w:rFonts w:ascii="Arial" w:hAnsi="Arial" w:cs="Arial"/>
          <w:sz w:val="20"/>
          <w:szCs w:val="20"/>
        </w:rPr>
        <w:t>prov</w:t>
      </w:r>
      <w:proofErr w:type="spellEnd"/>
      <w:r w:rsidRPr="0047166D">
        <w:rPr>
          <w:rFonts w:ascii="Arial" w:hAnsi="Arial" w:cs="Arial"/>
          <w:sz w:val="20"/>
          <w:szCs w:val="20"/>
        </w:rPr>
        <w:t>.)                              (indirizzo)</w:t>
      </w:r>
    </w:p>
    <w:p w:rsidR="00A53A3C" w:rsidRPr="0047166D" w:rsidRDefault="00A53A3C" w:rsidP="00A53A3C">
      <w:pPr>
        <w:pStyle w:val="Corpotesto"/>
        <w:jc w:val="both"/>
        <w:rPr>
          <w:rFonts w:ascii="Arial" w:hAnsi="Arial" w:cs="Arial"/>
          <w:szCs w:val="20"/>
        </w:rPr>
      </w:pPr>
    </w:p>
    <w:p w:rsidR="005E0D4C" w:rsidRDefault="005E0D4C" w:rsidP="00A53A3C">
      <w:pPr>
        <w:pStyle w:val="Titolo2"/>
        <w:spacing w:before="0" w:line="360" w:lineRule="auto"/>
        <w:jc w:val="center"/>
        <w:rPr>
          <w:rFonts w:ascii="Arial" w:hAnsi="Arial" w:cs="Arial"/>
          <w:b w:val="0"/>
          <w:sz w:val="20"/>
          <w:szCs w:val="20"/>
        </w:rPr>
      </w:pPr>
    </w:p>
    <w:p w:rsidR="00A53A3C" w:rsidRDefault="00A53A3C" w:rsidP="00A53A3C">
      <w:pPr>
        <w:pStyle w:val="Titolo2"/>
        <w:spacing w:before="0" w:line="360" w:lineRule="auto"/>
        <w:jc w:val="center"/>
        <w:rPr>
          <w:rFonts w:ascii="Arial" w:hAnsi="Arial" w:cs="Arial"/>
          <w:b w:val="0"/>
          <w:sz w:val="20"/>
          <w:szCs w:val="20"/>
        </w:rPr>
      </w:pPr>
      <w:r w:rsidRPr="0047166D">
        <w:rPr>
          <w:rFonts w:ascii="Arial" w:hAnsi="Arial" w:cs="Arial"/>
          <w:b w:val="0"/>
          <w:sz w:val="20"/>
          <w:szCs w:val="20"/>
        </w:rPr>
        <w:t>D I C H I A R A</w:t>
      </w:r>
    </w:p>
    <w:p w:rsidR="005E0D4C" w:rsidRPr="005E0D4C" w:rsidRDefault="005E0D4C" w:rsidP="005E0D4C"/>
    <w:p w:rsidR="005E0D4C" w:rsidRPr="005E0D4C" w:rsidRDefault="00A53A3C" w:rsidP="005E0D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166D"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t>titolare/ legale rappresentante</w:t>
      </w:r>
      <w:r w:rsidRPr="0047166D">
        <w:rPr>
          <w:rFonts w:ascii="Arial" w:hAnsi="Arial" w:cs="Arial"/>
          <w:sz w:val="20"/>
          <w:szCs w:val="20"/>
        </w:rPr>
        <w:t xml:space="preserve"> dell’impresa di pesca di seguito specificata</w:t>
      </w:r>
      <w:r>
        <w:rPr>
          <w:rFonts w:ascii="Arial" w:hAnsi="Arial" w:cs="Arial"/>
          <w:sz w:val="20"/>
          <w:szCs w:val="20"/>
        </w:rPr>
        <w:t xml:space="preserve"> </w:t>
      </w:r>
      <w:r w:rsidRPr="0047166D">
        <w:rPr>
          <w:rFonts w:ascii="Arial" w:hAnsi="Arial" w:cs="Arial"/>
          <w:sz w:val="20"/>
          <w:szCs w:val="20"/>
        </w:rPr>
        <w:t xml:space="preserve">denominata__________ _____________Codice Fiscale_________________________________; Partita IVA _____________________________________________; n. </w:t>
      </w:r>
      <w:proofErr w:type="spellStart"/>
      <w:r w:rsidRPr="0047166D">
        <w:rPr>
          <w:rFonts w:ascii="Arial" w:hAnsi="Arial" w:cs="Arial"/>
          <w:sz w:val="20"/>
          <w:szCs w:val="20"/>
        </w:rPr>
        <w:t>iscr</w:t>
      </w:r>
      <w:proofErr w:type="spellEnd"/>
      <w:r w:rsidRPr="0047166D">
        <w:rPr>
          <w:rFonts w:ascii="Arial" w:hAnsi="Arial" w:cs="Arial"/>
          <w:sz w:val="20"/>
          <w:szCs w:val="20"/>
        </w:rPr>
        <w:t>. CCIAA ______________ di _________________________________;</w:t>
      </w:r>
      <w:r w:rsidR="00386AA9">
        <w:rPr>
          <w:rFonts w:ascii="Arial" w:hAnsi="Arial" w:cs="Arial"/>
          <w:sz w:val="20"/>
          <w:szCs w:val="20"/>
        </w:rPr>
        <w:t xml:space="preserve"> </w:t>
      </w:r>
      <w:r w:rsidRPr="0047166D">
        <w:rPr>
          <w:rFonts w:ascii="Arial" w:hAnsi="Arial" w:cs="Arial"/>
          <w:sz w:val="20"/>
          <w:szCs w:val="20"/>
        </w:rPr>
        <w:t xml:space="preserve">armatrice dell’imbarcazione da pesca denominata </w:t>
      </w:r>
      <w:r w:rsidR="005E0D4C">
        <w:rPr>
          <w:rFonts w:ascii="Arial" w:hAnsi="Arial" w:cs="Arial"/>
          <w:sz w:val="20"/>
          <w:szCs w:val="20"/>
        </w:rPr>
        <w:t>____________________</w:t>
      </w:r>
      <w:r w:rsidR="005E0D4C" w:rsidRPr="005E0D4C">
        <w:rPr>
          <w:rFonts w:ascii="Arial" w:hAnsi="Arial" w:cs="Arial"/>
          <w:sz w:val="20"/>
          <w:szCs w:val="20"/>
        </w:rPr>
        <w:t xml:space="preserve">matricola _______________, n. UE ___________- </w:t>
      </w:r>
      <w:r w:rsidR="00E24FFD">
        <w:rPr>
          <w:rFonts w:ascii="Arial" w:hAnsi="Arial" w:cs="Arial"/>
          <w:sz w:val="20"/>
          <w:szCs w:val="20"/>
        </w:rPr>
        <w:t xml:space="preserve">iscritta nel </w:t>
      </w:r>
      <w:r w:rsidR="005E0D4C" w:rsidRPr="005E0D4C">
        <w:rPr>
          <w:rFonts w:ascii="Arial" w:hAnsi="Arial" w:cs="Arial"/>
          <w:sz w:val="20"/>
          <w:szCs w:val="20"/>
        </w:rPr>
        <w:t>Compartimento/i  Marittimo/i di _____________________________</w:t>
      </w:r>
      <w:r w:rsidR="00E24FFD">
        <w:rPr>
          <w:rFonts w:ascii="Arial" w:hAnsi="Arial" w:cs="Arial"/>
          <w:sz w:val="20"/>
          <w:szCs w:val="20"/>
        </w:rPr>
        <w:t>, abilitata ad operare nei seguenti compartimenti marittimi della Sardegna:______________________________________________________________________</w:t>
      </w:r>
    </w:p>
    <w:p w:rsidR="00A53A3C" w:rsidRPr="0047166D" w:rsidRDefault="00A53A3C" w:rsidP="00A53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3A3C" w:rsidRPr="00B15DFA" w:rsidRDefault="00A53A3C" w:rsidP="00A53A3C">
      <w:pPr>
        <w:numPr>
          <w:ilvl w:val="0"/>
          <w:numId w:val="24"/>
        </w:numPr>
        <w:tabs>
          <w:tab w:val="clear" w:pos="720"/>
          <w:tab w:val="num" w:pos="180"/>
        </w:tabs>
        <w:spacing w:line="36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B15DFA">
        <w:rPr>
          <w:rFonts w:ascii="Arial" w:hAnsi="Arial" w:cs="Arial"/>
          <w:sz w:val="20"/>
          <w:szCs w:val="20"/>
        </w:rPr>
        <w:t>che per la stagione di pesca di corallo anno 201</w:t>
      </w:r>
      <w:r w:rsidR="00E24FFD">
        <w:rPr>
          <w:rFonts w:ascii="Arial" w:hAnsi="Arial" w:cs="Arial"/>
          <w:sz w:val="20"/>
          <w:szCs w:val="20"/>
        </w:rPr>
        <w:t>9</w:t>
      </w:r>
      <w:r w:rsidRPr="00B15DFA">
        <w:rPr>
          <w:rFonts w:ascii="Arial" w:hAnsi="Arial" w:cs="Arial"/>
          <w:sz w:val="20"/>
          <w:szCs w:val="20"/>
        </w:rPr>
        <w:t xml:space="preserve"> sull’imbarcazione sopracitata verrà imbarcato in qualità di pescatore di corallo ________________________________</w:t>
      </w:r>
      <w:r w:rsidR="00386AA9">
        <w:rPr>
          <w:rFonts w:ascii="Arial" w:hAnsi="Arial" w:cs="Arial"/>
          <w:sz w:val="20"/>
          <w:szCs w:val="20"/>
        </w:rPr>
        <w:t>________________</w:t>
      </w:r>
    </w:p>
    <w:p w:rsidR="00A53A3C" w:rsidRPr="001A6233" w:rsidRDefault="00A53A3C" w:rsidP="00A53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47166D">
        <w:rPr>
          <w:rFonts w:ascii="Arial" w:hAnsi="Arial" w:cs="Arial"/>
          <w:sz w:val="20"/>
          <w:szCs w:val="20"/>
        </w:rPr>
        <w:t xml:space="preserve">che la commercializzazione di tutto il corallo raccolto avverrà direttamente a cura dell’impresa di pesca rappresentata nel rispetto della normativa vigente in materia di tracciabilità </w:t>
      </w:r>
      <w:r w:rsidR="004F6F6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47166D">
        <w:rPr>
          <w:rFonts w:ascii="Arial" w:hAnsi="Arial" w:cs="Arial"/>
          <w:sz w:val="20"/>
          <w:szCs w:val="20"/>
        </w:rPr>
        <w:t>di impegnarsi ad assolvere agli adempimenti</w:t>
      </w:r>
      <w:r>
        <w:rPr>
          <w:rFonts w:ascii="Arial" w:hAnsi="Arial" w:cs="Arial"/>
          <w:sz w:val="20"/>
          <w:szCs w:val="20"/>
        </w:rPr>
        <w:t xml:space="preserve"> connessi con l’istituzione</w:t>
      </w:r>
      <w:r w:rsidRPr="0047166D">
        <w:rPr>
          <w:rFonts w:ascii="Arial" w:hAnsi="Arial" w:cs="Arial"/>
          <w:sz w:val="20"/>
          <w:szCs w:val="20"/>
        </w:rPr>
        <w:t xml:space="preserve"> dei porti </w:t>
      </w:r>
      <w:r w:rsidR="00185E0B">
        <w:rPr>
          <w:rFonts w:ascii="Arial" w:hAnsi="Arial" w:cs="Arial"/>
          <w:sz w:val="20"/>
          <w:szCs w:val="20"/>
        </w:rPr>
        <w:t>designati per lo</w:t>
      </w:r>
      <w:r w:rsidRPr="0047166D">
        <w:rPr>
          <w:rFonts w:ascii="Arial" w:hAnsi="Arial" w:cs="Arial"/>
          <w:sz w:val="20"/>
          <w:szCs w:val="20"/>
        </w:rPr>
        <w:t xml:space="preserve"> sbarco </w:t>
      </w:r>
      <w:r w:rsidRPr="001A6233">
        <w:rPr>
          <w:rFonts w:ascii="Arial" w:hAnsi="Arial" w:cs="Arial"/>
          <w:sz w:val="20"/>
          <w:szCs w:val="20"/>
        </w:rPr>
        <w:t>e delle specifiche norme che saranno dettate con riferimento alla tracciabilità delle partite di corallo prelevate nelle acque territoriali prospicienti il territorio della Sardegna;</w:t>
      </w:r>
    </w:p>
    <w:p w:rsidR="005E0D4C" w:rsidRDefault="005E0D4C" w:rsidP="00F42D98">
      <w:pPr>
        <w:pStyle w:val="Rientrocorpodeltesto"/>
        <w:tabs>
          <w:tab w:val="left" w:pos="-142"/>
          <w:tab w:val="left" w:pos="142"/>
        </w:tabs>
        <w:spacing w:after="0" w:line="360" w:lineRule="auto"/>
        <w:ind w:left="0"/>
        <w:rPr>
          <w:rFonts w:ascii="Arial" w:hAnsi="Arial" w:cs="Arial"/>
          <w:bCs/>
          <w:sz w:val="20"/>
          <w:szCs w:val="20"/>
        </w:rPr>
      </w:pPr>
    </w:p>
    <w:p w:rsidR="00A53A3C" w:rsidRDefault="00A53A3C" w:rsidP="00F42D98">
      <w:pPr>
        <w:pStyle w:val="Rientrocorpodeltesto"/>
        <w:tabs>
          <w:tab w:val="left" w:pos="-142"/>
          <w:tab w:val="left" w:pos="142"/>
        </w:tabs>
        <w:spacing w:after="0" w:line="360" w:lineRule="auto"/>
        <w:ind w:left="0"/>
        <w:rPr>
          <w:rFonts w:ascii="Arial" w:hAnsi="Arial" w:cs="Arial"/>
          <w:bCs/>
          <w:sz w:val="20"/>
          <w:szCs w:val="20"/>
        </w:rPr>
      </w:pPr>
      <w:r w:rsidRPr="0047166D">
        <w:rPr>
          <w:rFonts w:ascii="Arial" w:hAnsi="Arial" w:cs="Arial"/>
          <w:bCs/>
          <w:sz w:val="20"/>
          <w:szCs w:val="20"/>
        </w:rPr>
        <w:t>luogo e data</w:t>
      </w:r>
      <w:r w:rsidRPr="0047166D">
        <w:rPr>
          <w:rFonts w:ascii="Arial" w:hAnsi="Arial" w:cs="Arial"/>
          <w:sz w:val="20"/>
          <w:szCs w:val="20"/>
        </w:rPr>
        <w:t xml:space="preserve"> ________________________              </w:t>
      </w:r>
      <w:r w:rsidR="00F42D98">
        <w:rPr>
          <w:rFonts w:ascii="Arial" w:hAnsi="Arial" w:cs="Arial"/>
          <w:sz w:val="20"/>
          <w:szCs w:val="20"/>
        </w:rPr>
        <w:t xml:space="preserve"> </w:t>
      </w:r>
    </w:p>
    <w:p w:rsidR="00C115A9" w:rsidRDefault="00F42D98" w:rsidP="00F42D98">
      <w:pPr>
        <w:pStyle w:val="Rientrocorpodeltesto"/>
        <w:tabs>
          <w:tab w:val="left" w:pos="-142"/>
          <w:tab w:val="left" w:pos="142"/>
        </w:tabs>
        <w:spacing w:after="0" w:line="360" w:lineRule="auto"/>
        <w:ind w:left="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</w:t>
      </w:r>
      <w:r w:rsidR="00A53A3C" w:rsidRPr="0047166D">
        <w:rPr>
          <w:rFonts w:ascii="Arial" w:hAnsi="Arial" w:cs="Arial"/>
          <w:bCs/>
          <w:sz w:val="20"/>
          <w:szCs w:val="20"/>
        </w:rPr>
        <w:t>firma</w:t>
      </w:r>
      <w:r w:rsidR="003E7380">
        <w:rPr>
          <w:rFonts w:ascii="Arial" w:hAnsi="Arial" w:cs="Arial"/>
          <w:bCs/>
          <w:sz w:val="20"/>
          <w:szCs w:val="20"/>
        </w:rPr>
        <w:t>______________________________</w:t>
      </w:r>
      <w:r w:rsidR="00386AA9">
        <w:rPr>
          <w:rFonts w:ascii="Arial" w:hAnsi="Arial" w:cs="Arial"/>
          <w:bCs/>
          <w:sz w:val="20"/>
          <w:szCs w:val="20"/>
        </w:rPr>
        <w:t xml:space="preserve"> </w:t>
      </w:r>
    </w:p>
    <w:p w:rsidR="00F42D98" w:rsidRPr="00F42D98" w:rsidRDefault="00F42D98" w:rsidP="00F42D98">
      <w:pPr>
        <w:pStyle w:val="Rientrocorpodeltesto"/>
        <w:tabs>
          <w:tab w:val="left" w:pos="-142"/>
          <w:tab w:val="left" w:pos="142"/>
        </w:tabs>
        <w:spacing w:after="0"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F42D98">
        <w:rPr>
          <w:rFonts w:ascii="Arial" w:hAnsi="Arial" w:cs="Arial"/>
          <w:bCs/>
          <w:sz w:val="16"/>
          <w:szCs w:val="16"/>
        </w:rPr>
        <w:t>Allegato: copia di un documento di identità in corso di validità</w:t>
      </w:r>
    </w:p>
    <w:sectPr w:rsidR="00F42D98" w:rsidRPr="00F42D98" w:rsidSect="00386AA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49" w:right="1418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B5" w:rsidRDefault="005805B5">
      <w:r>
        <w:separator/>
      </w:r>
    </w:p>
  </w:endnote>
  <w:endnote w:type="continuationSeparator" w:id="0">
    <w:p w:rsidR="005805B5" w:rsidRDefault="0058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Std 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AE" w:rsidRDefault="00C75AAE">
    <w:pPr>
      <w:pStyle w:val="Pidipagin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E24FFD">
      <w:rPr>
        <w:noProof/>
      </w:rPr>
      <w:t>2</w:t>
    </w:r>
    <w:r>
      <w:fldChar w:fldCharType="end"/>
    </w:r>
    <w:r>
      <w:t>/</w:t>
    </w:r>
    <w:fldSimple w:instr=" NUMPAGES ">
      <w:r w:rsidR="00A40E50"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AE" w:rsidRDefault="00C75AAE" w:rsidP="005173BD">
    <w:pPr>
      <w:pStyle w:val="Pidipagin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E62A9E">
      <w:rPr>
        <w:noProof/>
      </w:rPr>
      <w:t>1</w:t>
    </w:r>
    <w:r>
      <w:fldChar w:fldCharType="end"/>
    </w:r>
    <w:r>
      <w:t>/</w:t>
    </w:r>
    <w:fldSimple w:instr=" NUMPAGES ">
      <w:r w:rsidR="00E62A9E">
        <w:rPr>
          <w:noProof/>
        </w:rPr>
        <w:t>1</w:t>
      </w:r>
    </w:fldSimple>
  </w:p>
  <w:p w:rsidR="00C75AAE" w:rsidRDefault="00C75AA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B5" w:rsidRDefault="005805B5">
      <w:r>
        <w:separator/>
      </w:r>
    </w:p>
  </w:footnote>
  <w:footnote w:type="continuationSeparator" w:id="0">
    <w:p w:rsidR="005805B5" w:rsidRDefault="00580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AE" w:rsidRDefault="00140365" w:rsidP="00CD76E0">
    <w:pPr>
      <w:pStyle w:val="Intestazione"/>
      <w:jc w:val="center"/>
      <w:rPr>
        <w:rFonts w:ascii="Futura" w:hAnsi="Futura"/>
      </w:rPr>
    </w:pPr>
    <w:r>
      <w:rPr>
        <w:noProof/>
      </w:rPr>
      <w:drawing>
        <wp:inline distT="0" distB="0" distL="0" distR="0">
          <wp:extent cx="1752600" cy="895350"/>
          <wp:effectExtent l="0" t="0" r="0" b="0"/>
          <wp:docPr id="1" name="Immagine 3" descr="logo_model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model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5AAE" w:rsidRDefault="00C75AAE" w:rsidP="00CD76E0">
    <w:pPr>
      <w:pStyle w:val="DGServp1"/>
      <w:spacing w:after="0" w:line="240" w:lineRule="auto"/>
      <w:jc w:val="center"/>
      <w:rPr>
        <w:smallCaps/>
        <w:sz w:val="16"/>
        <w:szCs w:val="16"/>
      </w:rPr>
    </w:pPr>
  </w:p>
  <w:p w:rsidR="00C75AAE" w:rsidRDefault="00C75AAE" w:rsidP="00CD76E0">
    <w:pPr>
      <w:pStyle w:val="DGServp1"/>
      <w:jc w:val="center"/>
      <w:rPr>
        <w:smallCaps/>
        <w:sz w:val="14"/>
        <w:szCs w:val="14"/>
      </w:rPr>
    </w:pPr>
    <w:r>
      <w:rPr>
        <w:smallCaps/>
        <w:sz w:val="14"/>
        <w:szCs w:val="14"/>
      </w:rPr>
      <w:t>ASSESSORADU DE S’AGRICOLTURA E REFORMA AGRO-PASTORALE</w:t>
    </w:r>
  </w:p>
  <w:p w:rsidR="00C75AAE" w:rsidRDefault="00C75AAE" w:rsidP="00CD76E0">
    <w:pPr>
      <w:pStyle w:val="DGServp1"/>
      <w:spacing w:after="0"/>
      <w:jc w:val="center"/>
      <w:rPr>
        <w:smallCaps/>
        <w:sz w:val="14"/>
        <w:szCs w:val="14"/>
      </w:rPr>
    </w:pPr>
    <w:r>
      <w:rPr>
        <w:smallCaps/>
        <w:sz w:val="14"/>
        <w:szCs w:val="14"/>
      </w:rPr>
      <w:t>ASSESSORATO DELL'AGRICOLTURA E RIFORMA AGRO-PASTORALE</w:t>
    </w:r>
  </w:p>
  <w:p w:rsidR="00C75AAE" w:rsidRDefault="00C75AAE" w:rsidP="0005195E"/>
  <w:p w:rsidR="00C75AAE" w:rsidRDefault="00C75AAE">
    <w:pPr>
      <w:pStyle w:val="Regionep2"/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017"/>
    </w:tblGrid>
    <w:tr w:rsidR="00C75AAE">
      <w:tc>
        <w:tcPr>
          <w:tcW w:w="6910" w:type="dxa"/>
        </w:tcPr>
        <w:p w:rsidR="00C75AAE" w:rsidRDefault="00C75AAE" w:rsidP="00CD76E0">
          <w:pPr>
            <w:pStyle w:val="Intestazione"/>
            <w:tabs>
              <w:tab w:val="clear" w:pos="4819"/>
              <w:tab w:val="clear" w:pos="9638"/>
              <w:tab w:val="left" w:pos="1322"/>
            </w:tabs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2017" w:type="dxa"/>
        </w:tcPr>
        <w:p w:rsidR="00C75AAE" w:rsidRDefault="00C75AAE">
          <w:pPr>
            <w:pStyle w:val="Intestazione"/>
            <w:spacing w:after="60" w:line="160" w:lineRule="exact"/>
            <w:rPr>
              <w:rFonts w:ascii="Futura Std Book" w:hAnsi="Futura Std Book"/>
              <w:sz w:val="12"/>
            </w:rPr>
          </w:pPr>
        </w:p>
      </w:tc>
    </w:tr>
    <w:tr w:rsidR="00C75AAE">
      <w:tc>
        <w:tcPr>
          <w:tcW w:w="6910" w:type="dxa"/>
        </w:tcPr>
        <w:p w:rsidR="00C75AAE" w:rsidRDefault="00C75AAE">
          <w:pPr>
            <w:pStyle w:val="Intestazione"/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2017" w:type="dxa"/>
        </w:tcPr>
        <w:p w:rsidR="00C75AAE" w:rsidRDefault="00C75AAE" w:rsidP="00140365">
          <w:pPr>
            <w:pStyle w:val="Estremideliber"/>
          </w:pPr>
          <w:r>
            <w:t xml:space="preserve">DEcreto N. </w:t>
          </w:r>
          <w:r w:rsidR="00140365">
            <w:t>855</w:t>
          </w:r>
          <w:r>
            <w:t>/DECA/</w:t>
          </w:r>
          <w:r w:rsidR="00140365">
            <w:t>15</w:t>
          </w:r>
          <w:r>
            <w:t xml:space="preserve"> </w:t>
          </w:r>
        </w:p>
      </w:tc>
    </w:tr>
    <w:tr w:rsidR="00C75AAE">
      <w:tc>
        <w:tcPr>
          <w:tcW w:w="6910" w:type="dxa"/>
        </w:tcPr>
        <w:p w:rsidR="00C75AAE" w:rsidRDefault="00C75AAE">
          <w:pPr>
            <w:pStyle w:val="Intestazione"/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2017" w:type="dxa"/>
        </w:tcPr>
        <w:p w:rsidR="00C75AAE" w:rsidRDefault="00C75AAE" w:rsidP="00140365">
          <w:pPr>
            <w:pStyle w:val="Estremideliber"/>
          </w:pPr>
          <w:r>
            <w:t xml:space="preserve">DEL  </w:t>
          </w:r>
          <w:r w:rsidR="00140365">
            <w:t>24</w:t>
          </w:r>
          <w:r w:rsidR="00A53A3C">
            <w:t>.0</w:t>
          </w:r>
          <w:r w:rsidR="00140365">
            <w:t>4</w:t>
          </w:r>
          <w:r>
            <w:t>.201</w:t>
          </w:r>
          <w:r w:rsidR="00140365">
            <w:t>5</w:t>
          </w:r>
        </w:p>
      </w:tc>
    </w:tr>
  </w:tbl>
  <w:p w:rsidR="00C75AAE" w:rsidRDefault="00C75AAE">
    <w:pPr>
      <w:pStyle w:val="Intestazione"/>
      <w:spacing w:line="360" w:lineRule="auto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AAE" w:rsidRDefault="00140365" w:rsidP="00CD76E0">
    <w:pPr>
      <w:pStyle w:val="Intestazione"/>
      <w:jc w:val="center"/>
      <w:rPr>
        <w:rFonts w:ascii="Futura" w:hAnsi="Futura"/>
      </w:rPr>
    </w:pPr>
    <w:r>
      <w:rPr>
        <w:noProof/>
      </w:rPr>
      <w:drawing>
        <wp:inline distT="0" distB="0" distL="0" distR="0" wp14:anchorId="36490DD6" wp14:editId="2BA49FDD">
          <wp:extent cx="1724025" cy="885825"/>
          <wp:effectExtent l="0" t="0" r="9525" b="9525"/>
          <wp:docPr id="2" name="Immagine 6" descr="logo_model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logo_model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5AAE" w:rsidRDefault="00C75AAE" w:rsidP="00CD76E0">
    <w:pPr>
      <w:pStyle w:val="DGServp1"/>
      <w:spacing w:after="0" w:line="240" w:lineRule="auto"/>
      <w:jc w:val="center"/>
      <w:rPr>
        <w:smallCaps/>
        <w:sz w:val="16"/>
        <w:szCs w:val="16"/>
      </w:rPr>
    </w:pPr>
  </w:p>
  <w:p w:rsidR="00C75AAE" w:rsidRDefault="00C75AAE" w:rsidP="00CD76E0">
    <w:pPr>
      <w:pStyle w:val="DGServp1"/>
      <w:jc w:val="center"/>
      <w:rPr>
        <w:smallCaps/>
        <w:sz w:val="14"/>
        <w:szCs w:val="14"/>
      </w:rPr>
    </w:pPr>
    <w:r>
      <w:rPr>
        <w:smallCaps/>
        <w:sz w:val="14"/>
        <w:szCs w:val="14"/>
      </w:rPr>
      <w:t>ASSESSORADU DE S’AGRICOLTURA E REFORMA AGRO-PASTORALE</w:t>
    </w:r>
  </w:p>
  <w:p w:rsidR="00C75AAE" w:rsidRDefault="00217A0F" w:rsidP="00217A0F">
    <w:pPr>
      <w:pStyle w:val="DGServp1"/>
      <w:tabs>
        <w:tab w:val="center" w:pos="4393"/>
        <w:tab w:val="left" w:pos="7860"/>
      </w:tabs>
      <w:rPr>
        <w:smallCaps/>
        <w:sz w:val="14"/>
        <w:szCs w:val="14"/>
      </w:rPr>
    </w:pPr>
    <w:r>
      <w:rPr>
        <w:smallCaps/>
        <w:sz w:val="14"/>
        <w:szCs w:val="14"/>
      </w:rPr>
      <w:tab/>
    </w:r>
    <w:r w:rsidR="00C75AAE">
      <w:rPr>
        <w:smallCaps/>
        <w:sz w:val="14"/>
        <w:szCs w:val="14"/>
      </w:rPr>
      <w:t>ASSESSORATO DELL'AGRICOLTURA E RIFORMA AGRO-PASTORALE</w:t>
    </w:r>
    <w:r>
      <w:rPr>
        <w:smallCaps/>
        <w:sz w:val="14"/>
        <w:szCs w:val="14"/>
      </w:rPr>
      <w:tab/>
    </w: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59"/>
    </w:tblGrid>
    <w:tr w:rsidR="00217A0F" w:rsidTr="00217A0F">
      <w:tc>
        <w:tcPr>
          <w:tcW w:w="8859" w:type="dxa"/>
        </w:tcPr>
        <w:p w:rsidR="00217A0F" w:rsidRDefault="00217A0F" w:rsidP="00363F73">
          <w:pPr>
            <w:pStyle w:val="Estremideliber"/>
            <w:jc w:val="right"/>
          </w:pPr>
          <w:r>
            <w:t>DEcreto N.</w:t>
          </w:r>
          <w:r w:rsidR="00363F73">
            <w:t xml:space="preserve"> 569</w:t>
          </w:r>
          <w:r>
            <w:t>/DECA/</w:t>
          </w:r>
          <w:r w:rsidR="00363F73">
            <w:t>16</w:t>
          </w:r>
          <w:r>
            <w:t xml:space="preserve"> </w:t>
          </w:r>
        </w:p>
      </w:tc>
    </w:tr>
    <w:tr w:rsidR="00217A0F" w:rsidTr="00217A0F">
      <w:tc>
        <w:tcPr>
          <w:tcW w:w="8859" w:type="dxa"/>
        </w:tcPr>
        <w:p w:rsidR="00217A0F" w:rsidRDefault="00217A0F" w:rsidP="00363F73">
          <w:pPr>
            <w:pStyle w:val="Estremideliber"/>
            <w:jc w:val="right"/>
          </w:pPr>
          <w:r>
            <w:t>DEL</w:t>
          </w:r>
          <w:r w:rsidR="00363F73">
            <w:t xml:space="preserve"> 6</w:t>
          </w:r>
          <w:r w:rsidR="001D3726">
            <w:t>.0</w:t>
          </w:r>
          <w:r w:rsidR="00363F73">
            <w:t>3</w:t>
          </w:r>
          <w:r w:rsidR="001D3726">
            <w:t>.201</w:t>
          </w:r>
          <w:r w:rsidR="00E24FFD">
            <w:t>9</w:t>
          </w:r>
          <w:r w:rsidR="00316C64">
            <w:t xml:space="preserve"> </w:t>
          </w:r>
        </w:p>
      </w:tc>
    </w:tr>
  </w:tbl>
  <w:p w:rsidR="00C75AAE" w:rsidRPr="00CD76E0" w:rsidRDefault="00C75AAE" w:rsidP="00386A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EC4"/>
    <w:multiLevelType w:val="hybridMultilevel"/>
    <w:tmpl w:val="FA02CDF0"/>
    <w:lvl w:ilvl="0" w:tplc="B86EF98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 w:tplc="04100019" w:tentative="1">
      <w:start w:val="1"/>
      <w:numFmt w:val="lowerLetter"/>
      <w:lvlText w:val="%2."/>
      <w:lvlJc w:val="left"/>
      <w:pPr>
        <w:ind w:left="1792" w:hanging="360"/>
      </w:pPr>
    </w:lvl>
    <w:lvl w:ilvl="2" w:tplc="0410001B" w:tentative="1">
      <w:start w:val="1"/>
      <w:numFmt w:val="lowerRoman"/>
      <w:lvlText w:val="%3."/>
      <w:lvlJc w:val="right"/>
      <w:pPr>
        <w:ind w:left="2512" w:hanging="180"/>
      </w:pPr>
    </w:lvl>
    <w:lvl w:ilvl="3" w:tplc="0410000F" w:tentative="1">
      <w:start w:val="1"/>
      <w:numFmt w:val="decimal"/>
      <w:lvlText w:val="%4."/>
      <w:lvlJc w:val="left"/>
      <w:pPr>
        <w:ind w:left="3232" w:hanging="360"/>
      </w:pPr>
    </w:lvl>
    <w:lvl w:ilvl="4" w:tplc="04100019" w:tentative="1">
      <w:start w:val="1"/>
      <w:numFmt w:val="lowerLetter"/>
      <w:lvlText w:val="%5."/>
      <w:lvlJc w:val="left"/>
      <w:pPr>
        <w:ind w:left="3952" w:hanging="360"/>
      </w:pPr>
    </w:lvl>
    <w:lvl w:ilvl="5" w:tplc="0410001B" w:tentative="1">
      <w:start w:val="1"/>
      <w:numFmt w:val="lowerRoman"/>
      <w:lvlText w:val="%6."/>
      <w:lvlJc w:val="right"/>
      <w:pPr>
        <w:ind w:left="4672" w:hanging="180"/>
      </w:pPr>
    </w:lvl>
    <w:lvl w:ilvl="6" w:tplc="0410000F" w:tentative="1">
      <w:start w:val="1"/>
      <w:numFmt w:val="decimal"/>
      <w:lvlText w:val="%7."/>
      <w:lvlJc w:val="left"/>
      <w:pPr>
        <w:ind w:left="5392" w:hanging="360"/>
      </w:pPr>
    </w:lvl>
    <w:lvl w:ilvl="7" w:tplc="04100019" w:tentative="1">
      <w:start w:val="1"/>
      <w:numFmt w:val="lowerLetter"/>
      <w:lvlText w:val="%8."/>
      <w:lvlJc w:val="left"/>
      <w:pPr>
        <w:ind w:left="6112" w:hanging="360"/>
      </w:pPr>
    </w:lvl>
    <w:lvl w:ilvl="8" w:tplc="0410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>
    <w:nsid w:val="034766C8"/>
    <w:multiLevelType w:val="hybridMultilevel"/>
    <w:tmpl w:val="C09235BA"/>
    <w:lvl w:ilvl="0" w:tplc="D4821F88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4059B2"/>
    <w:multiLevelType w:val="hybridMultilevel"/>
    <w:tmpl w:val="0376FF0A"/>
    <w:lvl w:ilvl="0" w:tplc="04100017">
      <w:start w:val="1"/>
      <w:numFmt w:val="lowerLetter"/>
      <w:lvlText w:val="%1)"/>
      <w:lvlJc w:val="left"/>
      <w:pPr>
        <w:ind w:left="2579" w:hanging="360"/>
      </w:pPr>
    </w:lvl>
    <w:lvl w:ilvl="1" w:tplc="04100019" w:tentative="1">
      <w:start w:val="1"/>
      <w:numFmt w:val="lowerLetter"/>
      <w:lvlText w:val="%2."/>
      <w:lvlJc w:val="left"/>
      <w:pPr>
        <w:ind w:left="3299" w:hanging="360"/>
      </w:pPr>
    </w:lvl>
    <w:lvl w:ilvl="2" w:tplc="0410001B" w:tentative="1">
      <w:start w:val="1"/>
      <w:numFmt w:val="lowerRoman"/>
      <w:lvlText w:val="%3."/>
      <w:lvlJc w:val="right"/>
      <w:pPr>
        <w:ind w:left="4019" w:hanging="180"/>
      </w:pPr>
    </w:lvl>
    <w:lvl w:ilvl="3" w:tplc="0410000F" w:tentative="1">
      <w:start w:val="1"/>
      <w:numFmt w:val="decimal"/>
      <w:lvlText w:val="%4."/>
      <w:lvlJc w:val="left"/>
      <w:pPr>
        <w:ind w:left="4739" w:hanging="360"/>
      </w:pPr>
    </w:lvl>
    <w:lvl w:ilvl="4" w:tplc="04100019" w:tentative="1">
      <w:start w:val="1"/>
      <w:numFmt w:val="lowerLetter"/>
      <w:lvlText w:val="%5."/>
      <w:lvlJc w:val="left"/>
      <w:pPr>
        <w:ind w:left="5459" w:hanging="360"/>
      </w:pPr>
    </w:lvl>
    <w:lvl w:ilvl="5" w:tplc="0410001B" w:tentative="1">
      <w:start w:val="1"/>
      <w:numFmt w:val="lowerRoman"/>
      <w:lvlText w:val="%6."/>
      <w:lvlJc w:val="right"/>
      <w:pPr>
        <w:ind w:left="6179" w:hanging="180"/>
      </w:pPr>
    </w:lvl>
    <w:lvl w:ilvl="6" w:tplc="0410000F" w:tentative="1">
      <w:start w:val="1"/>
      <w:numFmt w:val="decimal"/>
      <w:lvlText w:val="%7."/>
      <w:lvlJc w:val="left"/>
      <w:pPr>
        <w:ind w:left="6899" w:hanging="360"/>
      </w:pPr>
    </w:lvl>
    <w:lvl w:ilvl="7" w:tplc="04100019" w:tentative="1">
      <w:start w:val="1"/>
      <w:numFmt w:val="lowerLetter"/>
      <w:lvlText w:val="%8."/>
      <w:lvlJc w:val="left"/>
      <w:pPr>
        <w:ind w:left="7619" w:hanging="360"/>
      </w:pPr>
    </w:lvl>
    <w:lvl w:ilvl="8" w:tplc="0410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">
    <w:nsid w:val="08C35F29"/>
    <w:multiLevelType w:val="hybridMultilevel"/>
    <w:tmpl w:val="E7FAEFBA"/>
    <w:lvl w:ilvl="0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330480"/>
    <w:multiLevelType w:val="hybridMultilevel"/>
    <w:tmpl w:val="8EF4B726"/>
    <w:lvl w:ilvl="0" w:tplc="0410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6">
    <w:nsid w:val="129A526C"/>
    <w:multiLevelType w:val="hybridMultilevel"/>
    <w:tmpl w:val="BC20BE02"/>
    <w:lvl w:ilvl="0" w:tplc="C1BCDCA2">
      <w:start w:val="3"/>
      <w:numFmt w:val="lowerRoman"/>
      <w:lvlText w:val="%1)"/>
      <w:lvlJc w:val="left"/>
      <w:pPr>
        <w:ind w:left="2847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133A3EF6"/>
    <w:multiLevelType w:val="hybridMultilevel"/>
    <w:tmpl w:val="0574AD08"/>
    <w:lvl w:ilvl="0" w:tplc="E788E99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C4A20"/>
    <w:multiLevelType w:val="hybridMultilevel"/>
    <w:tmpl w:val="117056AA"/>
    <w:lvl w:ilvl="0" w:tplc="5096E894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13CD5F96"/>
    <w:multiLevelType w:val="hybridMultilevel"/>
    <w:tmpl w:val="8B5265A4"/>
    <w:lvl w:ilvl="0" w:tplc="C20615F4">
      <w:start w:val="4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F1FCB"/>
    <w:multiLevelType w:val="hybridMultilevel"/>
    <w:tmpl w:val="8E1A0872"/>
    <w:lvl w:ilvl="0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>
    <w:nsid w:val="15A50F97"/>
    <w:multiLevelType w:val="hybridMultilevel"/>
    <w:tmpl w:val="27F410B8"/>
    <w:lvl w:ilvl="0" w:tplc="9D962850">
      <w:start w:val="1"/>
      <w:numFmt w:val="bullet"/>
      <w:lvlText w:val="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7C4259"/>
    <w:multiLevelType w:val="hybridMultilevel"/>
    <w:tmpl w:val="322C1E34"/>
    <w:lvl w:ilvl="0" w:tplc="04100011">
      <w:start w:val="1"/>
      <w:numFmt w:val="decimal"/>
      <w:lvlText w:val="%1)"/>
      <w:lvlJc w:val="left"/>
      <w:pPr>
        <w:ind w:left="2487" w:hanging="360"/>
      </w:p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B4E3562"/>
    <w:multiLevelType w:val="hybridMultilevel"/>
    <w:tmpl w:val="F920C350"/>
    <w:lvl w:ilvl="0" w:tplc="5BFAF67E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D4C20"/>
    <w:multiLevelType w:val="hybridMultilevel"/>
    <w:tmpl w:val="CD5CE36C"/>
    <w:lvl w:ilvl="0" w:tplc="66F64D9E">
      <w:start w:val="1"/>
      <w:numFmt w:val="lowerRoman"/>
      <w:lvlText w:val="%1)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1CE94F5C"/>
    <w:multiLevelType w:val="hybridMultilevel"/>
    <w:tmpl w:val="7D8254CA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7">
    <w:nsid w:val="250A31E1"/>
    <w:multiLevelType w:val="hybridMultilevel"/>
    <w:tmpl w:val="7530220C"/>
    <w:lvl w:ilvl="0" w:tplc="9D962850">
      <w:start w:val="1"/>
      <w:numFmt w:val="bullet"/>
      <w:lvlText w:val="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6706AB"/>
    <w:multiLevelType w:val="hybridMultilevel"/>
    <w:tmpl w:val="F8BE32B6"/>
    <w:lvl w:ilvl="0" w:tplc="9D962850">
      <w:start w:val="1"/>
      <w:numFmt w:val="bullet"/>
      <w:lvlText w:val="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FE6E65"/>
    <w:multiLevelType w:val="hybridMultilevel"/>
    <w:tmpl w:val="F56A7F0E"/>
    <w:lvl w:ilvl="0" w:tplc="DE2CD9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D7815D4"/>
    <w:multiLevelType w:val="hybridMultilevel"/>
    <w:tmpl w:val="BA2CA366"/>
    <w:lvl w:ilvl="0" w:tplc="34EA6A84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33C82AED"/>
    <w:multiLevelType w:val="hybridMultilevel"/>
    <w:tmpl w:val="836415FE"/>
    <w:lvl w:ilvl="0" w:tplc="D10E7FF6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2">
    <w:nsid w:val="37E51000"/>
    <w:multiLevelType w:val="hybridMultilevel"/>
    <w:tmpl w:val="85D01B50"/>
    <w:lvl w:ilvl="0" w:tplc="351E1360">
      <w:start w:val="10"/>
      <w:numFmt w:val="decimal"/>
      <w:lvlText w:val="%1."/>
      <w:lvlJc w:val="left"/>
      <w:pPr>
        <w:ind w:left="19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C9F632A"/>
    <w:multiLevelType w:val="hybridMultilevel"/>
    <w:tmpl w:val="0DCE0512"/>
    <w:lvl w:ilvl="0" w:tplc="D3F022A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10426D"/>
    <w:multiLevelType w:val="hybridMultilevel"/>
    <w:tmpl w:val="FEF6AF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B64D59"/>
    <w:multiLevelType w:val="hybridMultilevel"/>
    <w:tmpl w:val="5BFC5250"/>
    <w:lvl w:ilvl="0" w:tplc="4384A19C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>
    <w:nsid w:val="43E15C32"/>
    <w:multiLevelType w:val="hybridMultilevel"/>
    <w:tmpl w:val="EA485174"/>
    <w:lvl w:ilvl="0" w:tplc="0410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1260617E">
      <w:numFmt w:val="bullet"/>
      <w:lvlText w:val="-"/>
      <w:lvlJc w:val="left"/>
      <w:pPr>
        <w:ind w:left="3568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28">
    <w:nsid w:val="45FC22BD"/>
    <w:multiLevelType w:val="hybridMultilevel"/>
    <w:tmpl w:val="924CD296"/>
    <w:lvl w:ilvl="0" w:tplc="D8DAC100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81351E"/>
    <w:multiLevelType w:val="hybridMultilevel"/>
    <w:tmpl w:val="1946D828"/>
    <w:lvl w:ilvl="0" w:tplc="9D962850">
      <w:start w:val="1"/>
      <w:numFmt w:val="bullet"/>
      <w:lvlText w:val="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5E32B5C"/>
    <w:multiLevelType w:val="hybridMultilevel"/>
    <w:tmpl w:val="347025C0"/>
    <w:lvl w:ilvl="0" w:tplc="C20615F4">
      <w:start w:val="4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D25FC5"/>
    <w:multiLevelType w:val="hybridMultilevel"/>
    <w:tmpl w:val="B7E2EB5C"/>
    <w:lvl w:ilvl="0" w:tplc="04100011">
      <w:start w:val="1"/>
      <w:numFmt w:val="decimal"/>
      <w:lvlText w:val="%1)"/>
      <w:lvlJc w:val="left"/>
      <w:pPr>
        <w:ind w:left="3330" w:hanging="360"/>
      </w:pPr>
    </w:lvl>
    <w:lvl w:ilvl="1" w:tplc="04100019" w:tentative="1">
      <w:start w:val="1"/>
      <w:numFmt w:val="lowerLetter"/>
      <w:lvlText w:val="%2."/>
      <w:lvlJc w:val="left"/>
      <w:pPr>
        <w:ind w:left="4050" w:hanging="360"/>
      </w:pPr>
    </w:lvl>
    <w:lvl w:ilvl="2" w:tplc="0410001B" w:tentative="1">
      <w:start w:val="1"/>
      <w:numFmt w:val="lowerRoman"/>
      <w:lvlText w:val="%3."/>
      <w:lvlJc w:val="right"/>
      <w:pPr>
        <w:ind w:left="4770" w:hanging="180"/>
      </w:pPr>
    </w:lvl>
    <w:lvl w:ilvl="3" w:tplc="0410000F" w:tentative="1">
      <w:start w:val="1"/>
      <w:numFmt w:val="decimal"/>
      <w:lvlText w:val="%4."/>
      <w:lvlJc w:val="left"/>
      <w:pPr>
        <w:ind w:left="5490" w:hanging="360"/>
      </w:pPr>
    </w:lvl>
    <w:lvl w:ilvl="4" w:tplc="04100019" w:tentative="1">
      <w:start w:val="1"/>
      <w:numFmt w:val="lowerLetter"/>
      <w:lvlText w:val="%5."/>
      <w:lvlJc w:val="left"/>
      <w:pPr>
        <w:ind w:left="6210" w:hanging="360"/>
      </w:pPr>
    </w:lvl>
    <w:lvl w:ilvl="5" w:tplc="0410001B" w:tentative="1">
      <w:start w:val="1"/>
      <w:numFmt w:val="lowerRoman"/>
      <w:lvlText w:val="%6."/>
      <w:lvlJc w:val="right"/>
      <w:pPr>
        <w:ind w:left="6930" w:hanging="180"/>
      </w:pPr>
    </w:lvl>
    <w:lvl w:ilvl="6" w:tplc="0410000F" w:tentative="1">
      <w:start w:val="1"/>
      <w:numFmt w:val="decimal"/>
      <w:lvlText w:val="%7."/>
      <w:lvlJc w:val="left"/>
      <w:pPr>
        <w:ind w:left="7650" w:hanging="360"/>
      </w:pPr>
    </w:lvl>
    <w:lvl w:ilvl="7" w:tplc="04100019" w:tentative="1">
      <w:start w:val="1"/>
      <w:numFmt w:val="lowerLetter"/>
      <w:lvlText w:val="%8."/>
      <w:lvlJc w:val="left"/>
      <w:pPr>
        <w:ind w:left="8370" w:hanging="360"/>
      </w:pPr>
    </w:lvl>
    <w:lvl w:ilvl="8" w:tplc="0410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33">
    <w:nsid w:val="5C114B4C"/>
    <w:multiLevelType w:val="hybridMultilevel"/>
    <w:tmpl w:val="299CC0B8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2C07A9"/>
    <w:multiLevelType w:val="hybridMultilevel"/>
    <w:tmpl w:val="FF56238A"/>
    <w:lvl w:ilvl="0" w:tplc="04100011">
      <w:start w:val="1"/>
      <w:numFmt w:val="decimal"/>
      <w:lvlText w:val="%1)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5">
    <w:nsid w:val="71396C65"/>
    <w:multiLevelType w:val="hybridMultilevel"/>
    <w:tmpl w:val="DF66CC52"/>
    <w:lvl w:ilvl="0" w:tplc="AEDCB0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865786"/>
    <w:multiLevelType w:val="hybridMultilevel"/>
    <w:tmpl w:val="9D2C3566"/>
    <w:lvl w:ilvl="0" w:tplc="04100017">
      <w:start w:val="1"/>
      <w:numFmt w:val="lowerLetter"/>
      <w:lvlText w:val="%1)"/>
      <w:lvlJc w:val="left"/>
      <w:pPr>
        <w:ind w:left="2579" w:hanging="360"/>
      </w:pPr>
    </w:lvl>
    <w:lvl w:ilvl="1" w:tplc="0410000F">
      <w:start w:val="1"/>
      <w:numFmt w:val="decimal"/>
      <w:lvlText w:val="%2."/>
      <w:lvlJc w:val="left"/>
      <w:pPr>
        <w:ind w:left="3299" w:hanging="360"/>
      </w:pPr>
    </w:lvl>
    <w:lvl w:ilvl="2" w:tplc="0410001B">
      <w:start w:val="1"/>
      <w:numFmt w:val="lowerRoman"/>
      <w:lvlText w:val="%3."/>
      <w:lvlJc w:val="right"/>
      <w:pPr>
        <w:ind w:left="4019" w:hanging="180"/>
      </w:pPr>
    </w:lvl>
    <w:lvl w:ilvl="3" w:tplc="0410000F" w:tentative="1">
      <w:start w:val="1"/>
      <w:numFmt w:val="decimal"/>
      <w:lvlText w:val="%4."/>
      <w:lvlJc w:val="left"/>
      <w:pPr>
        <w:ind w:left="4739" w:hanging="360"/>
      </w:pPr>
    </w:lvl>
    <w:lvl w:ilvl="4" w:tplc="04100019" w:tentative="1">
      <w:start w:val="1"/>
      <w:numFmt w:val="lowerLetter"/>
      <w:lvlText w:val="%5."/>
      <w:lvlJc w:val="left"/>
      <w:pPr>
        <w:ind w:left="5459" w:hanging="360"/>
      </w:pPr>
    </w:lvl>
    <w:lvl w:ilvl="5" w:tplc="0410001B" w:tentative="1">
      <w:start w:val="1"/>
      <w:numFmt w:val="lowerRoman"/>
      <w:lvlText w:val="%6."/>
      <w:lvlJc w:val="right"/>
      <w:pPr>
        <w:ind w:left="6179" w:hanging="180"/>
      </w:pPr>
    </w:lvl>
    <w:lvl w:ilvl="6" w:tplc="0410000F" w:tentative="1">
      <w:start w:val="1"/>
      <w:numFmt w:val="decimal"/>
      <w:lvlText w:val="%7."/>
      <w:lvlJc w:val="left"/>
      <w:pPr>
        <w:ind w:left="6899" w:hanging="360"/>
      </w:pPr>
    </w:lvl>
    <w:lvl w:ilvl="7" w:tplc="04100019" w:tentative="1">
      <w:start w:val="1"/>
      <w:numFmt w:val="lowerLetter"/>
      <w:lvlText w:val="%8."/>
      <w:lvlJc w:val="left"/>
      <w:pPr>
        <w:ind w:left="7619" w:hanging="360"/>
      </w:pPr>
    </w:lvl>
    <w:lvl w:ilvl="8" w:tplc="0410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7">
    <w:nsid w:val="73997F66"/>
    <w:multiLevelType w:val="hybridMultilevel"/>
    <w:tmpl w:val="A62E9CC6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106CA3"/>
    <w:multiLevelType w:val="hybridMultilevel"/>
    <w:tmpl w:val="43A8F7AE"/>
    <w:lvl w:ilvl="0" w:tplc="C6CAB49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9">
    <w:nsid w:val="780A577D"/>
    <w:multiLevelType w:val="hybridMultilevel"/>
    <w:tmpl w:val="623AD178"/>
    <w:lvl w:ilvl="0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0">
    <w:nsid w:val="7ABE2068"/>
    <w:multiLevelType w:val="hybridMultilevel"/>
    <w:tmpl w:val="E95C094C"/>
    <w:lvl w:ilvl="0" w:tplc="B7EE9DD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1"/>
  </w:num>
  <w:num w:numId="5">
    <w:abstractNumId w:val="30"/>
  </w:num>
  <w:num w:numId="6">
    <w:abstractNumId w:val="28"/>
  </w:num>
  <w:num w:numId="7">
    <w:abstractNumId w:val="24"/>
  </w:num>
  <w:num w:numId="8">
    <w:abstractNumId w:val="24"/>
  </w:num>
  <w:num w:numId="9">
    <w:abstractNumId w:val="1"/>
  </w:num>
  <w:num w:numId="10">
    <w:abstractNumId w:val="28"/>
  </w:num>
  <w:num w:numId="11">
    <w:abstractNumId w:val="18"/>
  </w:num>
  <w:num w:numId="12">
    <w:abstractNumId w:val="11"/>
  </w:num>
  <w:num w:numId="13">
    <w:abstractNumId w:val="17"/>
  </w:num>
  <w:num w:numId="14">
    <w:abstractNumId w:val="29"/>
  </w:num>
  <w:num w:numId="15">
    <w:abstractNumId w:val="10"/>
  </w:num>
  <w:num w:numId="16">
    <w:abstractNumId w:val="21"/>
  </w:num>
  <w:num w:numId="17">
    <w:abstractNumId w:val="25"/>
  </w:num>
  <w:num w:numId="18">
    <w:abstractNumId w:val="15"/>
  </w:num>
  <w:num w:numId="19">
    <w:abstractNumId w:val="39"/>
  </w:num>
  <w:num w:numId="20">
    <w:abstractNumId w:val="3"/>
  </w:num>
  <w:num w:numId="21">
    <w:abstractNumId w:val="20"/>
  </w:num>
  <w:num w:numId="22">
    <w:abstractNumId w:val="2"/>
  </w:num>
  <w:num w:numId="23">
    <w:abstractNumId w:val="36"/>
  </w:num>
  <w:num w:numId="24">
    <w:abstractNumId w:val="35"/>
  </w:num>
  <w:num w:numId="25">
    <w:abstractNumId w:val="6"/>
  </w:num>
  <w:num w:numId="26">
    <w:abstractNumId w:val="0"/>
  </w:num>
  <w:num w:numId="27">
    <w:abstractNumId w:val="14"/>
  </w:num>
  <w:num w:numId="28">
    <w:abstractNumId w:val="38"/>
  </w:num>
  <w:num w:numId="29">
    <w:abstractNumId w:val="5"/>
  </w:num>
  <w:num w:numId="30">
    <w:abstractNumId w:val="27"/>
  </w:num>
  <w:num w:numId="31">
    <w:abstractNumId w:val="7"/>
  </w:num>
  <w:num w:numId="32">
    <w:abstractNumId w:val="22"/>
  </w:num>
  <w:num w:numId="33">
    <w:abstractNumId w:val="37"/>
  </w:num>
  <w:num w:numId="34">
    <w:abstractNumId w:val="8"/>
  </w:num>
  <w:num w:numId="35">
    <w:abstractNumId w:val="31"/>
  </w:num>
  <w:num w:numId="36">
    <w:abstractNumId w:val="9"/>
  </w:num>
  <w:num w:numId="37">
    <w:abstractNumId w:val="16"/>
  </w:num>
  <w:num w:numId="38">
    <w:abstractNumId w:val="32"/>
  </w:num>
  <w:num w:numId="39">
    <w:abstractNumId w:val="34"/>
  </w:num>
  <w:num w:numId="40">
    <w:abstractNumId w:val="12"/>
  </w:num>
  <w:num w:numId="41">
    <w:abstractNumId w:val="26"/>
  </w:num>
  <w:num w:numId="42">
    <w:abstractNumId w:val="33"/>
  </w:num>
  <w:num w:numId="43">
    <w:abstractNumId w:val="19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9"/>
    <w:rsid w:val="00000311"/>
    <w:rsid w:val="000015D4"/>
    <w:rsid w:val="00002ABE"/>
    <w:rsid w:val="00010176"/>
    <w:rsid w:val="0001142B"/>
    <w:rsid w:val="00012AD1"/>
    <w:rsid w:val="00015F09"/>
    <w:rsid w:val="00016FD1"/>
    <w:rsid w:val="000170D4"/>
    <w:rsid w:val="000214F8"/>
    <w:rsid w:val="0002179A"/>
    <w:rsid w:val="000217CF"/>
    <w:rsid w:val="00021CD5"/>
    <w:rsid w:val="00032101"/>
    <w:rsid w:val="0003536B"/>
    <w:rsid w:val="00041CC7"/>
    <w:rsid w:val="00042114"/>
    <w:rsid w:val="000422F3"/>
    <w:rsid w:val="00042D3F"/>
    <w:rsid w:val="00042DC3"/>
    <w:rsid w:val="00045EC0"/>
    <w:rsid w:val="0004603C"/>
    <w:rsid w:val="000462D3"/>
    <w:rsid w:val="000479D2"/>
    <w:rsid w:val="0005195E"/>
    <w:rsid w:val="00057022"/>
    <w:rsid w:val="00064C6B"/>
    <w:rsid w:val="00066C37"/>
    <w:rsid w:val="00071F35"/>
    <w:rsid w:val="00073F50"/>
    <w:rsid w:val="00075AC0"/>
    <w:rsid w:val="00090824"/>
    <w:rsid w:val="000A4EC3"/>
    <w:rsid w:val="000B3511"/>
    <w:rsid w:val="000C072F"/>
    <w:rsid w:val="000C0ED9"/>
    <w:rsid w:val="000C2828"/>
    <w:rsid w:val="000C2A97"/>
    <w:rsid w:val="000C4139"/>
    <w:rsid w:val="000C5102"/>
    <w:rsid w:val="000C5891"/>
    <w:rsid w:val="000C596C"/>
    <w:rsid w:val="000C6FD4"/>
    <w:rsid w:val="000C7411"/>
    <w:rsid w:val="000D239E"/>
    <w:rsid w:val="000D2818"/>
    <w:rsid w:val="000D5505"/>
    <w:rsid w:val="000D6252"/>
    <w:rsid w:val="000D6C3C"/>
    <w:rsid w:val="000D6D88"/>
    <w:rsid w:val="000D77F6"/>
    <w:rsid w:val="000E1845"/>
    <w:rsid w:val="000E32D5"/>
    <w:rsid w:val="000E43FC"/>
    <w:rsid w:val="000E4516"/>
    <w:rsid w:val="000E6729"/>
    <w:rsid w:val="000F0D42"/>
    <w:rsid w:val="000F1B8F"/>
    <w:rsid w:val="000F69E1"/>
    <w:rsid w:val="000F74E1"/>
    <w:rsid w:val="00100388"/>
    <w:rsid w:val="00102818"/>
    <w:rsid w:val="0010322F"/>
    <w:rsid w:val="0010514C"/>
    <w:rsid w:val="0010698F"/>
    <w:rsid w:val="00107372"/>
    <w:rsid w:val="00107C93"/>
    <w:rsid w:val="001107DD"/>
    <w:rsid w:val="00112030"/>
    <w:rsid w:val="001177C3"/>
    <w:rsid w:val="00121821"/>
    <w:rsid w:val="00121EDB"/>
    <w:rsid w:val="0012333C"/>
    <w:rsid w:val="001237C4"/>
    <w:rsid w:val="001260C6"/>
    <w:rsid w:val="001266F0"/>
    <w:rsid w:val="001273F1"/>
    <w:rsid w:val="00127CB7"/>
    <w:rsid w:val="00131840"/>
    <w:rsid w:val="00131A59"/>
    <w:rsid w:val="00131B46"/>
    <w:rsid w:val="001353EC"/>
    <w:rsid w:val="00136CBB"/>
    <w:rsid w:val="001401E9"/>
    <w:rsid w:val="00140365"/>
    <w:rsid w:val="00140B19"/>
    <w:rsid w:val="001478EC"/>
    <w:rsid w:val="00151867"/>
    <w:rsid w:val="001530C1"/>
    <w:rsid w:val="00153F76"/>
    <w:rsid w:val="00157ED5"/>
    <w:rsid w:val="001606EF"/>
    <w:rsid w:val="00167D66"/>
    <w:rsid w:val="001755EB"/>
    <w:rsid w:val="00180ABD"/>
    <w:rsid w:val="0018148C"/>
    <w:rsid w:val="0018166C"/>
    <w:rsid w:val="00184539"/>
    <w:rsid w:val="001849FF"/>
    <w:rsid w:val="00184CF2"/>
    <w:rsid w:val="00185E0B"/>
    <w:rsid w:val="00187342"/>
    <w:rsid w:val="001930E4"/>
    <w:rsid w:val="001A44B5"/>
    <w:rsid w:val="001A799E"/>
    <w:rsid w:val="001B10FF"/>
    <w:rsid w:val="001B1779"/>
    <w:rsid w:val="001B6444"/>
    <w:rsid w:val="001C1531"/>
    <w:rsid w:val="001C59EB"/>
    <w:rsid w:val="001C6D68"/>
    <w:rsid w:val="001D2292"/>
    <w:rsid w:val="001D3344"/>
    <w:rsid w:val="001D3638"/>
    <w:rsid w:val="001D3726"/>
    <w:rsid w:val="001D4FB8"/>
    <w:rsid w:val="001D5496"/>
    <w:rsid w:val="001D6BBB"/>
    <w:rsid w:val="001E2C77"/>
    <w:rsid w:val="001E2D9E"/>
    <w:rsid w:val="001E6308"/>
    <w:rsid w:val="001F0411"/>
    <w:rsid w:val="001F1365"/>
    <w:rsid w:val="001F3087"/>
    <w:rsid w:val="001F38CF"/>
    <w:rsid w:val="001F50B0"/>
    <w:rsid w:val="002000DC"/>
    <w:rsid w:val="002019B7"/>
    <w:rsid w:val="0020482F"/>
    <w:rsid w:val="00215CDE"/>
    <w:rsid w:val="00217A0F"/>
    <w:rsid w:val="00217C56"/>
    <w:rsid w:val="00222420"/>
    <w:rsid w:val="00222D1E"/>
    <w:rsid w:val="0022352F"/>
    <w:rsid w:val="002249BD"/>
    <w:rsid w:val="00224F96"/>
    <w:rsid w:val="00226AC5"/>
    <w:rsid w:val="00233274"/>
    <w:rsid w:val="002337AF"/>
    <w:rsid w:val="0023763A"/>
    <w:rsid w:val="00242221"/>
    <w:rsid w:val="00245E2F"/>
    <w:rsid w:val="00246ABE"/>
    <w:rsid w:val="002470D3"/>
    <w:rsid w:val="00252162"/>
    <w:rsid w:val="002609F8"/>
    <w:rsid w:val="0026120F"/>
    <w:rsid w:val="00264CB8"/>
    <w:rsid w:val="002669A5"/>
    <w:rsid w:val="002702E0"/>
    <w:rsid w:val="002729A2"/>
    <w:rsid w:val="00274F8E"/>
    <w:rsid w:val="0027604B"/>
    <w:rsid w:val="0027620B"/>
    <w:rsid w:val="00280CB0"/>
    <w:rsid w:val="00281876"/>
    <w:rsid w:val="00281BFC"/>
    <w:rsid w:val="0028393E"/>
    <w:rsid w:val="002862C4"/>
    <w:rsid w:val="00286981"/>
    <w:rsid w:val="00287950"/>
    <w:rsid w:val="002906E4"/>
    <w:rsid w:val="002959F2"/>
    <w:rsid w:val="002A092E"/>
    <w:rsid w:val="002A56D1"/>
    <w:rsid w:val="002A5E43"/>
    <w:rsid w:val="002B2DFA"/>
    <w:rsid w:val="002B3B94"/>
    <w:rsid w:val="002B5501"/>
    <w:rsid w:val="002B6C59"/>
    <w:rsid w:val="002C2C6F"/>
    <w:rsid w:val="002C2E8A"/>
    <w:rsid w:val="002C43A0"/>
    <w:rsid w:val="002C43FA"/>
    <w:rsid w:val="002D2854"/>
    <w:rsid w:val="002D36CE"/>
    <w:rsid w:val="002E0800"/>
    <w:rsid w:val="002E0D93"/>
    <w:rsid w:val="002E1419"/>
    <w:rsid w:val="002E21AF"/>
    <w:rsid w:val="002E346D"/>
    <w:rsid w:val="002E75C2"/>
    <w:rsid w:val="002F1551"/>
    <w:rsid w:val="002F374A"/>
    <w:rsid w:val="002F39C9"/>
    <w:rsid w:val="002F5F79"/>
    <w:rsid w:val="002F6218"/>
    <w:rsid w:val="002F76AD"/>
    <w:rsid w:val="002F7C5C"/>
    <w:rsid w:val="0030421B"/>
    <w:rsid w:val="00313B3C"/>
    <w:rsid w:val="00316C64"/>
    <w:rsid w:val="00316DBA"/>
    <w:rsid w:val="003222D1"/>
    <w:rsid w:val="00330C15"/>
    <w:rsid w:val="00332653"/>
    <w:rsid w:val="00332D3D"/>
    <w:rsid w:val="003330EA"/>
    <w:rsid w:val="003342E4"/>
    <w:rsid w:val="00334B98"/>
    <w:rsid w:val="00340192"/>
    <w:rsid w:val="0034302A"/>
    <w:rsid w:val="003464C7"/>
    <w:rsid w:val="00355CE6"/>
    <w:rsid w:val="00363C0B"/>
    <w:rsid w:val="00363F73"/>
    <w:rsid w:val="00366400"/>
    <w:rsid w:val="00366A1F"/>
    <w:rsid w:val="00367446"/>
    <w:rsid w:val="00371126"/>
    <w:rsid w:val="00373F98"/>
    <w:rsid w:val="00374443"/>
    <w:rsid w:val="00376571"/>
    <w:rsid w:val="00377100"/>
    <w:rsid w:val="0037723E"/>
    <w:rsid w:val="00377EE6"/>
    <w:rsid w:val="00381BD2"/>
    <w:rsid w:val="00383892"/>
    <w:rsid w:val="00384252"/>
    <w:rsid w:val="00386AA9"/>
    <w:rsid w:val="003874A4"/>
    <w:rsid w:val="00387CE3"/>
    <w:rsid w:val="00391143"/>
    <w:rsid w:val="0039147E"/>
    <w:rsid w:val="00392273"/>
    <w:rsid w:val="00392F47"/>
    <w:rsid w:val="00396EE1"/>
    <w:rsid w:val="003979EB"/>
    <w:rsid w:val="003A0F51"/>
    <w:rsid w:val="003A1F60"/>
    <w:rsid w:val="003A34CF"/>
    <w:rsid w:val="003B3E35"/>
    <w:rsid w:val="003B7222"/>
    <w:rsid w:val="003B7DB9"/>
    <w:rsid w:val="003C0B8A"/>
    <w:rsid w:val="003C14F8"/>
    <w:rsid w:val="003C3C3F"/>
    <w:rsid w:val="003C5723"/>
    <w:rsid w:val="003C6287"/>
    <w:rsid w:val="003D0596"/>
    <w:rsid w:val="003D0D6E"/>
    <w:rsid w:val="003D2D99"/>
    <w:rsid w:val="003D3018"/>
    <w:rsid w:val="003D59D1"/>
    <w:rsid w:val="003D650F"/>
    <w:rsid w:val="003E050D"/>
    <w:rsid w:val="003E2D93"/>
    <w:rsid w:val="003E4946"/>
    <w:rsid w:val="003E7380"/>
    <w:rsid w:val="003F10C3"/>
    <w:rsid w:val="003F11F9"/>
    <w:rsid w:val="003F4440"/>
    <w:rsid w:val="003F7426"/>
    <w:rsid w:val="00401A96"/>
    <w:rsid w:val="0040428D"/>
    <w:rsid w:val="00407A7D"/>
    <w:rsid w:val="004165AE"/>
    <w:rsid w:val="00416765"/>
    <w:rsid w:val="00417719"/>
    <w:rsid w:val="00417D26"/>
    <w:rsid w:val="00421DA4"/>
    <w:rsid w:val="00423A3B"/>
    <w:rsid w:val="00423D2F"/>
    <w:rsid w:val="00430582"/>
    <w:rsid w:val="00435E3F"/>
    <w:rsid w:val="004372EF"/>
    <w:rsid w:val="00437D5B"/>
    <w:rsid w:val="004404B2"/>
    <w:rsid w:val="00441739"/>
    <w:rsid w:val="00445016"/>
    <w:rsid w:val="004456DF"/>
    <w:rsid w:val="00445D75"/>
    <w:rsid w:val="004508E9"/>
    <w:rsid w:val="0045656C"/>
    <w:rsid w:val="00461A00"/>
    <w:rsid w:val="0046233D"/>
    <w:rsid w:val="0046480F"/>
    <w:rsid w:val="00466EAA"/>
    <w:rsid w:val="00472F3A"/>
    <w:rsid w:val="0047305A"/>
    <w:rsid w:val="00473EBC"/>
    <w:rsid w:val="00482868"/>
    <w:rsid w:val="00483A0B"/>
    <w:rsid w:val="004A152A"/>
    <w:rsid w:val="004A5202"/>
    <w:rsid w:val="004A56E2"/>
    <w:rsid w:val="004B110B"/>
    <w:rsid w:val="004B2481"/>
    <w:rsid w:val="004B4609"/>
    <w:rsid w:val="004C0A0C"/>
    <w:rsid w:val="004C45B3"/>
    <w:rsid w:val="004C4D65"/>
    <w:rsid w:val="004D4CEE"/>
    <w:rsid w:val="004D559E"/>
    <w:rsid w:val="004E0E22"/>
    <w:rsid w:val="004E27CC"/>
    <w:rsid w:val="004E3C28"/>
    <w:rsid w:val="004E6915"/>
    <w:rsid w:val="004F1E7B"/>
    <w:rsid w:val="004F2D82"/>
    <w:rsid w:val="004F4F0F"/>
    <w:rsid w:val="004F551E"/>
    <w:rsid w:val="004F5D5C"/>
    <w:rsid w:val="004F6F6A"/>
    <w:rsid w:val="0050382D"/>
    <w:rsid w:val="00507060"/>
    <w:rsid w:val="00507AF2"/>
    <w:rsid w:val="005113F5"/>
    <w:rsid w:val="00511446"/>
    <w:rsid w:val="00514691"/>
    <w:rsid w:val="00514FC2"/>
    <w:rsid w:val="00515555"/>
    <w:rsid w:val="005173BD"/>
    <w:rsid w:val="00517A40"/>
    <w:rsid w:val="00520AFE"/>
    <w:rsid w:val="00523B39"/>
    <w:rsid w:val="005256D7"/>
    <w:rsid w:val="0052649F"/>
    <w:rsid w:val="00527CBE"/>
    <w:rsid w:val="005304F6"/>
    <w:rsid w:val="00530DC0"/>
    <w:rsid w:val="005325E2"/>
    <w:rsid w:val="0053308C"/>
    <w:rsid w:val="005420DD"/>
    <w:rsid w:val="00542B7B"/>
    <w:rsid w:val="0054794D"/>
    <w:rsid w:val="00552101"/>
    <w:rsid w:val="005533D1"/>
    <w:rsid w:val="00555092"/>
    <w:rsid w:val="005560DD"/>
    <w:rsid w:val="00561A69"/>
    <w:rsid w:val="005623B0"/>
    <w:rsid w:val="00564A5F"/>
    <w:rsid w:val="005654F0"/>
    <w:rsid w:val="00567BDC"/>
    <w:rsid w:val="00571A60"/>
    <w:rsid w:val="00575D58"/>
    <w:rsid w:val="00577723"/>
    <w:rsid w:val="005805B5"/>
    <w:rsid w:val="00581F6D"/>
    <w:rsid w:val="005836BF"/>
    <w:rsid w:val="0058709F"/>
    <w:rsid w:val="005913BB"/>
    <w:rsid w:val="00591B85"/>
    <w:rsid w:val="00591E0C"/>
    <w:rsid w:val="00592358"/>
    <w:rsid w:val="0059507A"/>
    <w:rsid w:val="005951AA"/>
    <w:rsid w:val="00595831"/>
    <w:rsid w:val="005A0B12"/>
    <w:rsid w:val="005A0D18"/>
    <w:rsid w:val="005A1541"/>
    <w:rsid w:val="005A1FD6"/>
    <w:rsid w:val="005A3120"/>
    <w:rsid w:val="005A4493"/>
    <w:rsid w:val="005A7A29"/>
    <w:rsid w:val="005B058A"/>
    <w:rsid w:val="005B3D11"/>
    <w:rsid w:val="005B58D4"/>
    <w:rsid w:val="005B7EEA"/>
    <w:rsid w:val="005C05C2"/>
    <w:rsid w:val="005C19C7"/>
    <w:rsid w:val="005C2A1A"/>
    <w:rsid w:val="005C2CB9"/>
    <w:rsid w:val="005D5441"/>
    <w:rsid w:val="005D565B"/>
    <w:rsid w:val="005D64EE"/>
    <w:rsid w:val="005D7339"/>
    <w:rsid w:val="005E0D4C"/>
    <w:rsid w:val="005E4BA5"/>
    <w:rsid w:val="005E5F1B"/>
    <w:rsid w:val="005E6E5A"/>
    <w:rsid w:val="005F1E72"/>
    <w:rsid w:val="005F2108"/>
    <w:rsid w:val="005F22BF"/>
    <w:rsid w:val="005F3F49"/>
    <w:rsid w:val="005F4401"/>
    <w:rsid w:val="00601017"/>
    <w:rsid w:val="00602300"/>
    <w:rsid w:val="006025FA"/>
    <w:rsid w:val="00603DC6"/>
    <w:rsid w:val="00603F2C"/>
    <w:rsid w:val="0060555C"/>
    <w:rsid w:val="00605851"/>
    <w:rsid w:val="0061292B"/>
    <w:rsid w:val="00625766"/>
    <w:rsid w:val="00625B01"/>
    <w:rsid w:val="006314D5"/>
    <w:rsid w:val="00633879"/>
    <w:rsid w:val="006405B8"/>
    <w:rsid w:val="0064077D"/>
    <w:rsid w:val="006428F9"/>
    <w:rsid w:val="00643363"/>
    <w:rsid w:val="006459E2"/>
    <w:rsid w:val="00647BEB"/>
    <w:rsid w:val="00647C0C"/>
    <w:rsid w:val="006527DF"/>
    <w:rsid w:val="00652FA3"/>
    <w:rsid w:val="00653AED"/>
    <w:rsid w:val="00654812"/>
    <w:rsid w:val="00654FD0"/>
    <w:rsid w:val="00655777"/>
    <w:rsid w:val="006560F3"/>
    <w:rsid w:val="0066223B"/>
    <w:rsid w:val="006660E4"/>
    <w:rsid w:val="006670C6"/>
    <w:rsid w:val="006700E9"/>
    <w:rsid w:val="00670FC8"/>
    <w:rsid w:val="00671981"/>
    <w:rsid w:val="0067201D"/>
    <w:rsid w:val="00672AD2"/>
    <w:rsid w:val="00672BFE"/>
    <w:rsid w:val="006756E3"/>
    <w:rsid w:val="00677F59"/>
    <w:rsid w:val="00682808"/>
    <w:rsid w:val="00683F50"/>
    <w:rsid w:val="00684496"/>
    <w:rsid w:val="00684620"/>
    <w:rsid w:val="00685DDE"/>
    <w:rsid w:val="00693DBA"/>
    <w:rsid w:val="0069784C"/>
    <w:rsid w:val="006A20A3"/>
    <w:rsid w:val="006A2548"/>
    <w:rsid w:val="006A4817"/>
    <w:rsid w:val="006A6EF7"/>
    <w:rsid w:val="006A73C0"/>
    <w:rsid w:val="006B1084"/>
    <w:rsid w:val="006B24CB"/>
    <w:rsid w:val="006B266D"/>
    <w:rsid w:val="006B3049"/>
    <w:rsid w:val="006B3699"/>
    <w:rsid w:val="006C038A"/>
    <w:rsid w:val="006C0ECA"/>
    <w:rsid w:val="006C1D67"/>
    <w:rsid w:val="006C21FE"/>
    <w:rsid w:val="006C3DD9"/>
    <w:rsid w:val="006C687B"/>
    <w:rsid w:val="006D01E4"/>
    <w:rsid w:val="006D03AE"/>
    <w:rsid w:val="006D15CF"/>
    <w:rsid w:val="006D3378"/>
    <w:rsid w:val="006D3AA5"/>
    <w:rsid w:val="006D3B34"/>
    <w:rsid w:val="006D6302"/>
    <w:rsid w:val="006E04EE"/>
    <w:rsid w:val="006E134A"/>
    <w:rsid w:val="006E3E7B"/>
    <w:rsid w:val="006E739A"/>
    <w:rsid w:val="006E7496"/>
    <w:rsid w:val="006F3054"/>
    <w:rsid w:val="006F426C"/>
    <w:rsid w:val="006F4D2C"/>
    <w:rsid w:val="006F4FB9"/>
    <w:rsid w:val="006F5CBF"/>
    <w:rsid w:val="00700504"/>
    <w:rsid w:val="00700895"/>
    <w:rsid w:val="00702933"/>
    <w:rsid w:val="00702942"/>
    <w:rsid w:val="00703948"/>
    <w:rsid w:val="00711F3B"/>
    <w:rsid w:val="0071218A"/>
    <w:rsid w:val="0071581C"/>
    <w:rsid w:val="00716A0E"/>
    <w:rsid w:val="007260B0"/>
    <w:rsid w:val="007300B1"/>
    <w:rsid w:val="0073218F"/>
    <w:rsid w:val="00741584"/>
    <w:rsid w:val="007421F8"/>
    <w:rsid w:val="007423CA"/>
    <w:rsid w:val="007439E4"/>
    <w:rsid w:val="00743A6C"/>
    <w:rsid w:val="0075066A"/>
    <w:rsid w:val="00751574"/>
    <w:rsid w:val="0075246A"/>
    <w:rsid w:val="007540F5"/>
    <w:rsid w:val="0075439F"/>
    <w:rsid w:val="00756B69"/>
    <w:rsid w:val="00760AE8"/>
    <w:rsid w:val="00765AC4"/>
    <w:rsid w:val="00766D68"/>
    <w:rsid w:val="007706C0"/>
    <w:rsid w:val="00771BC8"/>
    <w:rsid w:val="00782F96"/>
    <w:rsid w:val="007854B6"/>
    <w:rsid w:val="00785668"/>
    <w:rsid w:val="007877C9"/>
    <w:rsid w:val="0079063F"/>
    <w:rsid w:val="00791CDE"/>
    <w:rsid w:val="007922D5"/>
    <w:rsid w:val="007927E1"/>
    <w:rsid w:val="00794BC6"/>
    <w:rsid w:val="007A1662"/>
    <w:rsid w:val="007A292C"/>
    <w:rsid w:val="007A3696"/>
    <w:rsid w:val="007A5377"/>
    <w:rsid w:val="007A787A"/>
    <w:rsid w:val="007B0381"/>
    <w:rsid w:val="007B4ED0"/>
    <w:rsid w:val="007C42AE"/>
    <w:rsid w:val="007D47F2"/>
    <w:rsid w:val="007E0D7D"/>
    <w:rsid w:val="007E250C"/>
    <w:rsid w:val="007E53A3"/>
    <w:rsid w:val="007F4ED6"/>
    <w:rsid w:val="007F5FDA"/>
    <w:rsid w:val="007F6C1B"/>
    <w:rsid w:val="007F7482"/>
    <w:rsid w:val="00801143"/>
    <w:rsid w:val="00810BDA"/>
    <w:rsid w:val="00813947"/>
    <w:rsid w:val="00814D15"/>
    <w:rsid w:val="00820A3D"/>
    <w:rsid w:val="0082186F"/>
    <w:rsid w:val="00823835"/>
    <w:rsid w:val="00825A13"/>
    <w:rsid w:val="008309A5"/>
    <w:rsid w:val="008352E1"/>
    <w:rsid w:val="00835B68"/>
    <w:rsid w:val="0084758F"/>
    <w:rsid w:val="00853943"/>
    <w:rsid w:val="00856F7A"/>
    <w:rsid w:val="00857233"/>
    <w:rsid w:val="00860756"/>
    <w:rsid w:val="00867F3E"/>
    <w:rsid w:val="008721B2"/>
    <w:rsid w:val="00874C7A"/>
    <w:rsid w:val="00877380"/>
    <w:rsid w:val="00890AE2"/>
    <w:rsid w:val="00890C16"/>
    <w:rsid w:val="00892287"/>
    <w:rsid w:val="008929CA"/>
    <w:rsid w:val="00894633"/>
    <w:rsid w:val="008956A5"/>
    <w:rsid w:val="00895D25"/>
    <w:rsid w:val="00897799"/>
    <w:rsid w:val="008A46E0"/>
    <w:rsid w:val="008A51A6"/>
    <w:rsid w:val="008B063D"/>
    <w:rsid w:val="008B1FED"/>
    <w:rsid w:val="008B2D52"/>
    <w:rsid w:val="008B30FC"/>
    <w:rsid w:val="008B422B"/>
    <w:rsid w:val="008B576D"/>
    <w:rsid w:val="008C12EF"/>
    <w:rsid w:val="008C196C"/>
    <w:rsid w:val="008D0429"/>
    <w:rsid w:val="008D36F0"/>
    <w:rsid w:val="008D547D"/>
    <w:rsid w:val="008E1B51"/>
    <w:rsid w:val="008E43F0"/>
    <w:rsid w:val="008E49AB"/>
    <w:rsid w:val="008E71CA"/>
    <w:rsid w:val="008E7E3C"/>
    <w:rsid w:val="008F0DAF"/>
    <w:rsid w:val="008F42E6"/>
    <w:rsid w:val="008F6934"/>
    <w:rsid w:val="008F7255"/>
    <w:rsid w:val="009005D7"/>
    <w:rsid w:val="00901617"/>
    <w:rsid w:val="00903600"/>
    <w:rsid w:val="00903E3C"/>
    <w:rsid w:val="00905150"/>
    <w:rsid w:val="00907EDA"/>
    <w:rsid w:val="009125D2"/>
    <w:rsid w:val="00913D6A"/>
    <w:rsid w:val="009145E4"/>
    <w:rsid w:val="00921C0E"/>
    <w:rsid w:val="00937A38"/>
    <w:rsid w:val="00943577"/>
    <w:rsid w:val="00943CD8"/>
    <w:rsid w:val="00946C95"/>
    <w:rsid w:val="00955AC2"/>
    <w:rsid w:val="00957CBB"/>
    <w:rsid w:val="009614E6"/>
    <w:rsid w:val="00964E34"/>
    <w:rsid w:val="0097044C"/>
    <w:rsid w:val="00971268"/>
    <w:rsid w:val="00976CB6"/>
    <w:rsid w:val="00992A9D"/>
    <w:rsid w:val="009A0AB0"/>
    <w:rsid w:val="009A158C"/>
    <w:rsid w:val="009A2208"/>
    <w:rsid w:val="009A41F1"/>
    <w:rsid w:val="009A52A8"/>
    <w:rsid w:val="009B1B51"/>
    <w:rsid w:val="009B1C39"/>
    <w:rsid w:val="009B2602"/>
    <w:rsid w:val="009B2A9A"/>
    <w:rsid w:val="009B6F45"/>
    <w:rsid w:val="009B7CA6"/>
    <w:rsid w:val="009C2EC6"/>
    <w:rsid w:val="009C4096"/>
    <w:rsid w:val="009C4575"/>
    <w:rsid w:val="009C753B"/>
    <w:rsid w:val="009D1924"/>
    <w:rsid w:val="009D290B"/>
    <w:rsid w:val="009D2FC4"/>
    <w:rsid w:val="009E0078"/>
    <w:rsid w:val="009E063C"/>
    <w:rsid w:val="009E3F35"/>
    <w:rsid w:val="009E3FBE"/>
    <w:rsid w:val="009E45F9"/>
    <w:rsid w:val="009F4CF3"/>
    <w:rsid w:val="009F68AC"/>
    <w:rsid w:val="00A01B17"/>
    <w:rsid w:val="00A01C31"/>
    <w:rsid w:val="00A060A6"/>
    <w:rsid w:val="00A106F0"/>
    <w:rsid w:val="00A13421"/>
    <w:rsid w:val="00A221B0"/>
    <w:rsid w:val="00A23FF8"/>
    <w:rsid w:val="00A24799"/>
    <w:rsid w:val="00A25C26"/>
    <w:rsid w:val="00A25C82"/>
    <w:rsid w:val="00A30197"/>
    <w:rsid w:val="00A31A53"/>
    <w:rsid w:val="00A3512F"/>
    <w:rsid w:val="00A36F41"/>
    <w:rsid w:val="00A36F70"/>
    <w:rsid w:val="00A37C73"/>
    <w:rsid w:val="00A40E50"/>
    <w:rsid w:val="00A41364"/>
    <w:rsid w:val="00A43160"/>
    <w:rsid w:val="00A479DD"/>
    <w:rsid w:val="00A53A3C"/>
    <w:rsid w:val="00A53CEE"/>
    <w:rsid w:val="00A5417E"/>
    <w:rsid w:val="00A54F50"/>
    <w:rsid w:val="00A576C8"/>
    <w:rsid w:val="00A610D0"/>
    <w:rsid w:val="00A63B03"/>
    <w:rsid w:val="00A65AFC"/>
    <w:rsid w:val="00A6608D"/>
    <w:rsid w:val="00A7109D"/>
    <w:rsid w:val="00A73897"/>
    <w:rsid w:val="00A807E2"/>
    <w:rsid w:val="00A80B77"/>
    <w:rsid w:val="00A83044"/>
    <w:rsid w:val="00A83096"/>
    <w:rsid w:val="00A84D19"/>
    <w:rsid w:val="00A875CB"/>
    <w:rsid w:val="00A87C88"/>
    <w:rsid w:val="00A9024F"/>
    <w:rsid w:val="00A907B9"/>
    <w:rsid w:val="00A90F5A"/>
    <w:rsid w:val="00A92F77"/>
    <w:rsid w:val="00A9399B"/>
    <w:rsid w:val="00A97FB0"/>
    <w:rsid w:val="00AA36A4"/>
    <w:rsid w:val="00AB4B81"/>
    <w:rsid w:val="00AB72E1"/>
    <w:rsid w:val="00AC147F"/>
    <w:rsid w:val="00AC21A4"/>
    <w:rsid w:val="00AC24E0"/>
    <w:rsid w:val="00AC2A61"/>
    <w:rsid w:val="00AC2D48"/>
    <w:rsid w:val="00AC3211"/>
    <w:rsid w:val="00AC3822"/>
    <w:rsid w:val="00AC5AD2"/>
    <w:rsid w:val="00AC698C"/>
    <w:rsid w:val="00AC7506"/>
    <w:rsid w:val="00AD02F4"/>
    <w:rsid w:val="00AD2A3C"/>
    <w:rsid w:val="00AD478F"/>
    <w:rsid w:val="00AE0C5A"/>
    <w:rsid w:val="00AE3E84"/>
    <w:rsid w:val="00AE478C"/>
    <w:rsid w:val="00AE7557"/>
    <w:rsid w:val="00AF4155"/>
    <w:rsid w:val="00AF4CDE"/>
    <w:rsid w:val="00AF62D2"/>
    <w:rsid w:val="00AF66FD"/>
    <w:rsid w:val="00B0059B"/>
    <w:rsid w:val="00B06EE1"/>
    <w:rsid w:val="00B07381"/>
    <w:rsid w:val="00B10FEC"/>
    <w:rsid w:val="00B11732"/>
    <w:rsid w:val="00B1525E"/>
    <w:rsid w:val="00B15DFA"/>
    <w:rsid w:val="00B1680B"/>
    <w:rsid w:val="00B22349"/>
    <w:rsid w:val="00B22C61"/>
    <w:rsid w:val="00B23AE3"/>
    <w:rsid w:val="00B240FF"/>
    <w:rsid w:val="00B27B1F"/>
    <w:rsid w:val="00B30DDC"/>
    <w:rsid w:val="00B37246"/>
    <w:rsid w:val="00B43DEE"/>
    <w:rsid w:val="00B440B6"/>
    <w:rsid w:val="00B451FE"/>
    <w:rsid w:val="00B4620D"/>
    <w:rsid w:val="00B51C36"/>
    <w:rsid w:val="00B55EF7"/>
    <w:rsid w:val="00B55FFF"/>
    <w:rsid w:val="00B60792"/>
    <w:rsid w:val="00B61A5E"/>
    <w:rsid w:val="00B61EEF"/>
    <w:rsid w:val="00B62E8B"/>
    <w:rsid w:val="00B70079"/>
    <w:rsid w:val="00B8019D"/>
    <w:rsid w:val="00B8239C"/>
    <w:rsid w:val="00B875FB"/>
    <w:rsid w:val="00B956C8"/>
    <w:rsid w:val="00B97658"/>
    <w:rsid w:val="00BA0996"/>
    <w:rsid w:val="00BA4833"/>
    <w:rsid w:val="00BA624F"/>
    <w:rsid w:val="00BA77C9"/>
    <w:rsid w:val="00BB430D"/>
    <w:rsid w:val="00BD3109"/>
    <w:rsid w:val="00BD3F6D"/>
    <w:rsid w:val="00BE2D36"/>
    <w:rsid w:val="00BE4134"/>
    <w:rsid w:val="00BE4FD5"/>
    <w:rsid w:val="00BE50A3"/>
    <w:rsid w:val="00BF1086"/>
    <w:rsid w:val="00BF4DF0"/>
    <w:rsid w:val="00BF5C9E"/>
    <w:rsid w:val="00BF7EDB"/>
    <w:rsid w:val="00C03677"/>
    <w:rsid w:val="00C045CE"/>
    <w:rsid w:val="00C04716"/>
    <w:rsid w:val="00C05A45"/>
    <w:rsid w:val="00C06E5E"/>
    <w:rsid w:val="00C115A9"/>
    <w:rsid w:val="00C121DF"/>
    <w:rsid w:val="00C1356B"/>
    <w:rsid w:val="00C143D0"/>
    <w:rsid w:val="00C153C6"/>
    <w:rsid w:val="00C232EA"/>
    <w:rsid w:val="00C26F95"/>
    <w:rsid w:val="00C3207C"/>
    <w:rsid w:val="00C32988"/>
    <w:rsid w:val="00C342EA"/>
    <w:rsid w:val="00C35D01"/>
    <w:rsid w:val="00C37BB8"/>
    <w:rsid w:val="00C44401"/>
    <w:rsid w:val="00C47456"/>
    <w:rsid w:val="00C51B2F"/>
    <w:rsid w:val="00C52B21"/>
    <w:rsid w:val="00C53CAD"/>
    <w:rsid w:val="00C5674E"/>
    <w:rsid w:val="00C67B30"/>
    <w:rsid w:val="00C67BA2"/>
    <w:rsid w:val="00C71FF7"/>
    <w:rsid w:val="00C74725"/>
    <w:rsid w:val="00C752E0"/>
    <w:rsid w:val="00C75AAE"/>
    <w:rsid w:val="00C7603D"/>
    <w:rsid w:val="00C77CF1"/>
    <w:rsid w:val="00C81A75"/>
    <w:rsid w:val="00C828A4"/>
    <w:rsid w:val="00C84BB7"/>
    <w:rsid w:val="00C95572"/>
    <w:rsid w:val="00C955E8"/>
    <w:rsid w:val="00C957D8"/>
    <w:rsid w:val="00C96A11"/>
    <w:rsid w:val="00C96C38"/>
    <w:rsid w:val="00C975F8"/>
    <w:rsid w:val="00CA0162"/>
    <w:rsid w:val="00CA1D24"/>
    <w:rsid w:val="00CA2872"/>
    <w:rsid w:val="00CA347A"/>
    <w:rsid w:val="00CA4BAA"/>
    <w:rsid w:val="00CA698E"/>
    <w:rsid w:val="00CB01BB"/>
    <w:rsid w:val="00CB1B6F"/>
    <w:rsid w:val="00CB672B"/>
    <w:rsid w:val="00CB76C3"/>
    <w:rsid w:val="00CC3C07"/>
    <w:rsid w:val="00CC5BEC"/>
    <w:rsid w:val="00CD0079"/>
    <w:rsid w:val="00CD76E0"/>
    <w:rsid w:val="00CE039D"/>
    <w:rsid w:val="00CE36E7"/>
    <w:rsid w:val="00CE755A"/>
    <w:rsid w:val="00CF4D8F"/>
    <w:rsid w:val="00CF5DDB"/>
    <w:rsid w:val="00CF63BC"/>
    <w:rsid w:val="00CF74BB"/>
    <w:rsid w:val="00D06BC9"/>
    <w:rsid w:val="00D07E06"/>
    <w:rsid w:val="00D10E4D"/>
    <w:rsid w:val="00D112C6"/>
    <w:rsid w:val="00D140CA"/>
    <w:rsid w:val="00D15C54"/>
    <w:rsid w:val="00D16D6E"/>
    <w:rsid w:val="00D17D34"/>
    <w:rsid w:val="00D245D8"/>
    <w:rsid w:val="00D25A06"/>
    <w:rsid w:val="00D271B0"/>
    <w:rsid w:val="00D3021E"/>
    <w:rsid w:val="00D308C8"/>
    <w:rsid w:val="00D31BA3"/>
    <w:rsid w:val="00D3454C"/>
    <w:rsid w:val="00D36949"/>
    <w:rsid w:val="00D40510"/>
    <w:rsid w:val="00D440B0"/>
    <w:rsid w:val="00D462B1"/>
    <w:rsid w:val="00D476C9"/>
    <w:rsid w:val="00D50188"/>
    <w:rsid w:val="00D501F3"/>
    <w:rsid w:val="00D5120D"/>
    <w:rsid w:val="00D526E0"/>
    <w:rsid w:val="00D609A6"/>
    <w:rsid w:val="00D649EA"/>
    <w:rsid w:val="00D65A9F"/>
    <w:rsid w:val="00D71AE3"/>
    <w:rsid w:val="00D71C37"/>
    <w:rsid w:val="00D76F81"/>
    <w:rsid w:val="00D81474"/>
    <w:rsid w:val="00D848F8"/>
    <w:rsid w:val="00D855DA"/>
    <w:rsid w:val="00D94209"/>
    <w:rsid w:val="00D956E7"/>
    <w:rsid w:val="00D97408"/>
    <w:rsid w:val="00DA7CE6"/>
    <w:rsid w:val="00DB1E9C"/>
    <w:rsid w:val="00DB30CE"/>
    <w:rsid w:val="00DC0A71"/>
    <w:rsid w:val="00DC2CEA"/>
    <w:rsid w:val="00DC42AE"/>
    <w:rsid w:val="00DC57A2"/>
    <w:rsid w:val="00DC7E69"/>
    <w:rsid w:val="00DE0A99"/>
    <w:rsid w:val="00DE29E1"/>
    <w:rsid w:val="00DE321F"/>
    <w:rsid w:val="00DE3A7B"/>
    <w:rsid w:val="00DE5764"/>
    <w:rsid w:val="00DE72FC"/>
    <w:rsid w:val="00DE79D3"/>
    <w:rsid w:val="00DF4C44"/>
    <w:rsid w:val="00DF54DC"/>
    <w:rsid w:val="00DF6EBA"/>
    <w:rsid w:val="00E029E8"/>
    <w:rsid w:val="00E030B0"/>
    <w:rsid w:val="00E03E6F"/>
    <w:rsid w:val="00E06813"/>
    <w:rsid w:val="00E06FC9"/>
    <w:rsid w:val="00E07F57"/>
    <w:rsid w:val="00E1058F"/>
    <w:rsid w:val="00E15A8E"/>
    <w:rsid w:val="00E21782"/>
    <w:rsid w:val="00E2199A"/>
    <w:rsid w:val="00E22924"/>
    <w:rsid w:val="00E22D4B"/>
    <w:rsid w:val="00E2369A"/>
    <w:rsid w:val="00E24FFD"/>
    <w:rsid w:val="00E253A5"/>
    <w:rsid w:val="00E26F85"/>
    <w:rsid w:val="00E279CA"/>
    <w:rsid w:val="00E31F6E"/>
    <w:rsid w:val="00E361F3"/>
    <w:rsid w:val="00E45D89"/>
    <w:rsid w:val="00E45DFA"/>
    <w:rsid w:val="00E474D9"/>
    <w:rsid w:val="00E533E7"/>
    <w:rsid w:val="00E5725D"/>
    <w:rsid w:val="00E610BA"/>
    <w:rsid w:val="00E62A9E"/>
    <w:rsid w:val="00E661C9"/>
    <w:rsid w:val="00E730D8"/>
    <w:rsid w:val="00E7314A"/>
    <w:rsid w:val="00E7429E"/>
    <w:rsid w:val="00E80CB6"/>
    <w:rsid w:val="00E80CD4"/>
    <w:rsid w:val="00E83B66"/>
    <w:rsid w:val="00E86602"/>
    <w:rsid w:val="00E8712A"/>
    <w:rsid w:val="00E90230"/>
    <w:rsid w:val="00E907F9"/>
    <w:rsid w:val="00E9087C"/>
    <w:rsid w:val="00E94AC9"/>
    <w:rsid w:val="00E9528A"/>
    <w:rsid w:val="00E95A62"/>
    <w:rsid w:val="00E969A5"/>
    <w:rsid w:val="00EA216F"/>
    <w:rsid w:val="00EA680E"/>
    <w:rsid w:val="00EA6F25"/>
    <w:rsid w:val="00EB284F"/>
    <w:rsid w:val="00EB45D7"/>
    <w:rsid w:val="00EB476D"/>
    <w:rsid w:val="00EB47E4"/>
    <w:rsid w:val="00EB72A1"/>
    <w:rsid w:val="00EC2109"/>
    <w:rsid w:val="00EC6E71"/>
    <w:rsid w:val="00ED0892"/>
    <w:rsid w:val="00ED5D7B"/>
    <w:rsid w:val="00ED7A2C"/>
    <w:rsid w:val="00EE6512"/>
    <w:rsid w:val="00EE77A9"/>
    <w:rsid w:val="00EF5BF7"/>
    <w:rsid w:val="00EF682C"/>
    <w:rsid w:val="00EF6E80"/>
    <w:rsid w:val="00F025F5"/>
    <w:rsid w:val="00F06F96"/>
    <w:rsid w:val="00F07A38"/>
    <w:rsid w:val="00F1255A"/>
    <w:rsid w:val="00F1374F"/>
    <w:rsid w:val="00F15394"/>
    <w:rsid w:val="00F204A7"/>
    <w:rsid w:val="00F20A2E"/>
    <w:rsid w:val="00F26145"/>
    <w:rsid w:val="00F26B32"/>
    <w:rsid w:val="00F36912"/>
    <w:rsid w:val="00F42D98"/>
    <w:rsid w:val="00F4669E"/>
    <w:rsid w:val="00F51A6B"/>
    <w:rsid w:val="00F55B0A"/>
    <w:rsid w:val="00F654FF"/>
    <w:rsid w:val="00F65662"/>
    <w:rsid w:val="00F70267"/>
    <w:rsid w:val="00F70BF3"/>
    <w:rsid w:val="00F715AF"/>
    <w:rsid w:val="00F739B5"/>
    <w:rsid w:val="00F748AA"/>
    <w:rsid w:val="00F74B94"/>
    <w:rsid w:val="00F80C75"/>
    <w:rsid w:val="00F8169B"/>
    <w:rsid w:val="00F82A6D"/>
    <w:rsid w:val="00F83BEB"/>
    <w:rsid w:val="00F92CBE"/>
    <w:rsid w:val="00F96FBF"/>
    <w:rsid w:val="00F97694"/>
    <w:rsid w:val="00FA2698"/>
    <w:rsid w:val="00FA3D4A"/>
    <w:rsid w:val="00FB0EE8"/>
    <w:rsid w:val="00FB5A65"/>
    <w:rsid w:val="00FC6C95"/>
    <w:rsid w:val="00FC78AD"/>
    <w:rsid w:val="00FD0449"/>
    <w:rsid w:val="00FD1439"/>
    <w:rsid w:val="00FD3174"/>
    <w:rsid w:val="00FD3D05"/>
    <w:rsid w:val="00FD47A7"/>
    <w:rsid w:val="00FD5D73"/>
    <w:rsid w:val="00FE17BC"/>
    <w:rsid w:val="00FE3397"/>
    <w:rsid w:val="00FE36EC"/>
    <w:rsid w:val="00FF00E1"/>
    <w:rsid w:val="00FF02AC"/>
    <w:rsid w:val="00FF19C2"/>
    <w:rsid w:val="00FF38C1"/>
    <w:rsid w:val="00FF3C0B"/>
    <w:rsid w:val="00FF3DC7"/>
    <w:rsid w:val="00FF5AF9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DAF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Futura Std Book" w:hAnsi="Futura Std Book"/>
      <w:b/>
      <w:sz w:val="12"/>
    </w:rPr>
  </w:style>
  <w:style w:type="paragraph" w:styleId="Titolo2">
    <w:name w:val="heading 2"/>
    <w:basedOn w:val="Normale"/>
    <w:next w:val="Normale"/>
    <w:link w:val="Titolo2Carattere"/>
    <w:qFormat/>
    <w:rsid w:val="00C115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ssesstop1">
    <w:name w:val="Assessto p1"/>
    <w:basedOn w:val="Normale"/>
    <w:next w:val="Normale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paragraph" w:customStyle="1" w:styleId="Assesstop2">
    <w:name w:val="Assessto p2"/>
    <w:basedOn w:val="Assesstop1"/>
    <w:next w:val="Normale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Elencolettera">
    <w:name w:val="Elenco lettera"/>
    <w:basedOn w:val="Normale"/>
    <w:pPr>
      <w:numPr>
        <w:numId w:val="8"/>
      </w:numPr>
      <w:spacing w:line="360" w:lineRule="exact"/>
      <w:ind w:left="357" w:hanging="357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"/>
    <w:pPr>
      <w:numPr>
        <w:numId w:val="9"/>
      </w:numPr>
      <w:spacing w:line="360" w:lineRule="exact"/>
      <w:ind w:left="357" w:hanging="357"/>
    </w:pPr>
    <w:rPr>
      <w:rFonts w:ascii="Arial" w:hAnsi="Arial" w:cs="Arial"/>
      <w:sz w:val="20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Oggetto">
    <w:name w:val="Oggetto"/>
    <w:basedOn w:val="Normale"/>
    <w:next w:val="visto"/>
    <w:pPr>
      <w:spacing w:before="480" w:after="840"/>
      <w:ind w:left="1701" w:hanging="1701"/>
    </w:pPr>
    <w:rPr>
      <w:rFonts w:ascii="Futura Std Book" w:hAnsi="Futura Std Book" w:cs="Arial"/>
      <w:b/>
      <w:bCs/>
      <w:sz w:val="18"/>
      <w:szCs w:val="20"/>
    </w:rPr>
  </w:style>
  <w:style w:type="paragraph" w:customStyle="1" w:styleId="titolodeliberaz">
    <w:name w:val="titolo deliberaz"/>
    <w:basedOn w:val="Normale"/>
    <w:next w:val="lineadopotitolo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pPr>
      <w:spacing w:before="120" w:after="120"/>
    </w:pPr>
    <w:rPr>
      <w:sz w:val="13"/>
    </w:rPr>
  </w:style>
  <w:style w:type="paragraph" w:customStyle="1" w:styleId="Elenconumero">
    <w:name w:val="Elenco numero"/>
    <w:basedOn w:val="Elencolinea"/>
    <w:pPr>
      <w:numPr>
        <w:numId w:val="10"/>
      </w:numPr>
      <w:ind w:left="360" w:hanging="360"/>
    </w:pPr>
  </w:style>
  <w:style w:type="paragraph" w:customStyle="1" w:styleId="Giustificato">
    <w:name w:val="Giustificato"/>
    <w:basedOn w:val="Normale"/>
    <w:pPr>
      <w:spacing w:before="120" w:after="120" w:line="360" w:lineRule="exact"/>
      <w:jc w:val="both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customStyle="1" w:styleId="Estremideliber">
    <w:name w:val="Estremi deliber"/>
    <w:basedOn w:val="DGServp2"/>
    <w:rPr>
      <w:caps/>
      <w:sz w:val="12"/>
    </w:rPr>
  </w:style>
  <w:style w:type="paragraph" w:styleId="Testofumetto">
    <w:name w:val="Balloon Text"/>
    <w:basedOn w:val="Normale"/>
    <w:semiHidden/>
    <w:rsid w:val="00D50188"/>
    <w:rPr>
      <w:rFonts w:ascii="Tahoma" w:hAnsi="Tahoma" w:cs="Tahoma"/>
      <w:sz w:val="16"/>
      <w:szCs w:val="16"/>
    </w:rPr>
  </w:style>
  <w:style w:type="paragraph" w:customStyle="1" w:styleId="VerbaleGR">
    <w:name w:val="Verbale GR"/>
    <w:basedOn w:val="Oggetto"/>
    <w:next w:val="Giustificato"/>
    <w:pPr>
      <w:spacing w:before="240" w:after="0"/>
      <w:ind w:left="0" w:firstLine="0"/>
    </w:pPr>
  </w:style>
  <w:style w:type="paragraph" w:customStyle="1" w:styleId="Letto">
    <w:name w:val="Letto"/>
    <w:basedOn w:val="Giustificato"/>
    <w:next w:val="Elencolinea"/>
    <w:pPr>
      <w:spacing w:before="840" w:after="360"/>
      <w:jc w:val="left"/>
    </w:pPr>
  </w:style>
  <w:style w:type="paragraph" w:customStyle="1" w:styleId="Allegati">
    <w:name w:val="Allegati"/>
    <w:basedOn w:val="Letto"/>
    <w:next w:val="Elencolinea"/>
    <w:pPr>
      <w:spacing w:before="720" w:after="60" w:line="240" w:lineRule="auto"/>
    </w:pPr>
  </w:style>
  <w:style w:type="paragraph" w:customStyle="1" w:styleId="DG">
    <w:name w:val="DG"/>
    <w:next w:val="DGFirma"/>
    <w:pPr>
      <w:spacing w:line="360" w:lineRule="exact"/>
    </w:pPr>
    <w:rPr>
      <w:rFonts w:ascii="Futura Std Book" w:hAnsi="Futura Std Book"/>
      <w:b/>
      <w:sz w:val="18"/>
    </w:rPr>
  </w:style>
  <w:style w:type="paragraph" w:customStyle="1" w:styleId="DGFirma">
    <w:name w:val="DG Firma"/>
    <w:basedOn w:val="DG"/>
    <w:rPr>
      <w:b w:val="0"/>
      <w:bCs/>
    </w:rPr>
  </w:style>
  <w:style w:type="paragraph" w:customStyle="1" w:styleId="PCC">
    <w:name w:val="PCC"/>
    <w:pPr>
      <w:ind w:left="567"/>
    </w:pPr>
    <w:rPr>
      <w:rFonts w:ascii="Futura Std Book" w:hAnsi="Futura Std Book" w:cs="Arial"/>
      <w:bCs/>
      <w:sz w:val="16"/>
    </w:rPr>
  </w:style>
  <w:style w:type="paragraph" w:customStyle="1" w:styleId="Pres">
    <w:name w:val="Pres"/>
    <w:next w:val="PresFirma"/>
    <w:pPr>
      <w:spacing w:line="360" w:lineRule="exact"/>
      <w:ind w:left="907"/>
    </w:pPr>
    <w:rPr>
      <w:rFonts w:ascii="Futura Std Book" w:hAnsi="Futura Std Book"/>
      <w:b/>
      <w:sz w:val="18"/>
    </w:rPr>
  </w:style>
  <w:style w:type="paragraph" w:customStyle="1" w:styleId="PresFirma">
    <w:name w:val="Pres Firma"/>
    <w:basedOn w:val="Pres"/>
    <w:rPr>
      <w:b w:val="0"/>
      <w:bCs/>
    </w:rPr>
  </w:style>
  <w:style w:type="paragraph" w:customStyle="1" w:styleId="PresenzeAssenze">
    <w:name w:val="Presenze_Assenze"/>
    <w:basedOn w:val="Giustificato"/>
    <w:pPr>
      <w:spacing w:before="240" w:after="0" w:line="240" w:lineRule="exact"/>
    </w:pPr>
  </w:style>
  <w:style w:type="paragraph" w:customStyle="1" w:styleId="Paragrafononrientrato">
    <w:name w:val="Paragrafo non rientrato"/>
    <w:basedOn w:val="Normale"/>
    <w:rsid w:val="007540F5"/>
    <w:pPr>
      <w:tabs>
        <w:tab w:val="left" w:pos="1008"/>
        <w:tab w:val="left" w:pos="2014"/>
      </w:tabs>
      <w:overflowPunct w:val="0"/>
      <w:autoSpaceDE w:val="0"/>
      <w:autoSpaceDN w:val="0"/>
      <w:adjustRightInd w:val="0"/>
      <w:spacing w:before="240" w:line="348" w:lineRule="atLeast"/>
      <w:jc w:val="both"/>
      <w:textAlignment w:val="baseline"/>
    </w:pPr>
    <w:rPr>
      <w:sz w:val="22"/>
      <w:szCs w:val="20"/>
    </w:rPr>
  </w:style>
  <w:style w:type="paragraph" w:customStyle="1" w:styleId="Normalelt">
    <w:name w:val="Normale lt"/>
    <w:basedOn w:val="Normale"/>
    <w:uiPriority w:val="99"/>
    <w:rsid w:val="00AE7557"/>
    <w:pPr>
      <w:spacing w:before="120" w:after="120" w:line="360" w:lineRule="exact"/>
    </w:pPr>
    <w:rPr>
      <w:rFonts w:ascii="Arial" w:hAnsi="Arial" w:cs="Arial"/>
      <w:sz w:val="20"/>
    </w:rPr>
  </w:style>
  <w:style w:type="character" w:styleId="Enfasigrassetto">
    <w:name w:val="Strong"/>
    <w:qFormat/>
    <w:rsid w:val="00AE7557"/>
    <w:rPr>
      <w:b/>
      <w:bCs/>
    </w:rPr>
  </w:style>
  <w:style w:type="paragraph" w:styleId="PreformattatoHTML">
    <w:name w:val="HTML Preformatted"/>
    <w:basedOn w:val="Normale"/>
    <w:rsid w:val="00AC2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rsid w:val="003A1F60"/>
    <w:rPr>
      <w:color w:val="180F73"/>
      <w:u w:val="single"/>
    </w:rPr>
  </w:style>
  <w:style w:type="character" w:customStyle="1" w:styleId="IntestazioneCarattere">
    <w:name w:val="Intestazione Carattere"/>
    <w:link w:val="Intestazione"/>
    <w:semiHidden/>
    <w:rsid w:val="006B1084"/>
    <w:rPr>
      <w:sz w:val="24"/>
      <w:szCs w:val="24"/>
      <w:lang w:val="it-IT" w:eastAsia="it-IT" w:bidi="ar-SA"/>
    </w:rPr>
  </w:style>
  <w:style w:type="paragraph" w:customStyle="1" w:styleId="nomefirma">
    <w:name w:val="nome firma"/>
    <w:basedOn w:val="Normale"/>
    <w:rsid w:val="00E80CB6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character" w:styleId="Numeropagina">
    <w:name w:val="page number"/>
    <w:basedOn w:val="Carpredefinitoparagrafo"/>
    <w:rsid w:val="00B27B1F"/>
  </w:style>
  <w:style w:type="character" w:styleId="Rimandocommento">
    <w:name w:val="annotation reference"/>
    <w:rsid w:val="001D334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D3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D3344"/>
  </w:style>
  <w:style w:type="paragraph" w:styleId="Soggettocommento">
    <w:name w:val="annotation subject"/>
    <w:basedOn w:val="Testocommento"/>
    <w:next w:val="Testocommento"/>
    <w:link w:val="SoggettocommentoCarattere"/>
    <w:rsid w:val="001D3344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1D3344"/>
    <w:rPr>
      <w:b/>
      <w:bCs/>
    </w:rPr>
  </w:style>
  <w:style w:type="table" w:styleId="Grigliatabella">
    <w:name w:val="Table Grid"/>
    <w:basedOn w:val="Tabellanormale"/>
    <w:rsid w:val="00527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semiHidden/>
    <w:rsid w:val="00C115A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qFormat/>
    <w:rsid w:val="00C115A9"/>
    <w:pPr>
      <w:autoSpaceDE w:val="0"/>
      <w:autoSpaceDN w:val="0"/>
      <w:jc w:val="center"/>
    </w:pPr>
    <w:rPr>
      <w:sz w:val="20"/>
    </w:rPr>
  </w:style>
  <w:style w:type="character" w:customStyle="1" w:styleId="TitoloCarattere">
    <w:name w:val="Titolo Carattere"/>
    <w:link w:val="Titolo"/>
    <w:rsid w:val="00C115A9"/>
    <w:rPr>
      <w:szCs w:val="24"/>
    </w:rPr>
  </w:style>
  <w:style w:type="paragraph" w:styleId="Corpotesto">
    <w:name w:val="Body Text"/>
    <w:basedOn w:val="Normale"/>
    <w:link w:val="CorpotestoCarattere"/>
    <w:rsid w:val="00C115A9"/>
    <w:pPr>
      <w:autoSpaceDE w:val="0"/>
      <w:autoSpaceDN w:val="0"/>
    </w:pPr>
    <w:rPr>
      <w:sz w:val="20"/>
    </w:rPr>
  </w:style>
  <w:style w:type="character" w:customStyle="1" w:styleId="CorpotestoCarattere">
    <w:name w:val="Corpo testo Carattere"/>
    <w:link w:val="Corpotesto"/>
    <w:rsid w:val="00C115A9"/>
    <w:rPr>
      <w:szCs w:val="24"/>
    </w:rPr>
  </w:style>
  <w:style w:type="paragraph" w:styleId="Corpodeltesto2">
    <w:name w:val="Body Text 2"/>
    <w:basedOn w:val="Normale"/>
    <w:link w:val="Corpodeltesto2Carattere"/>
    <w:rsid w:val="00C115A9"/>
    <w:pPr>
      <w:tabs>
        <w:tab w:val="left" w:pos="567"/>
      </w:tabs>
      <w:autoSpaceDE w:val="0"/>
      <w:autoSpaceDN w:val="0"/>
      <w:jc w:val="both"/>
    </w:pPr>
  </w:style>
  <w:style w:type="character" w:customStyle="1" w:styleId="Corpodeltesto2Carattere">
    <w:name w:val="Corpo del testo 2 Carattere"/>
    <w:link w:val="Corpodeltesto2"/>
    <w:rsid w:val="00C115A9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6F305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6F30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DAF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Futura Std Book" w:hAnsi="Futura Std Book"/>
      <w:b/>
      <w:sz w:val="12"/>
    </w:rPr>
  </w:style>
  <w:style w:type="paragraph" w:styleId="Titolo2">
    <w:name w:val="heading 2"/>
    <w:basedOn w:val="Normale"/>
    <w:next w:val="Normale"/>
    <w:link w:val="Titolo2Carattere"/>
    <w:qFormat/>
    <w:rsid w:val="00C115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ssesstop1">
    <w:name w:val="Assessto p1"/>
    <w:basedOn w:val="Normale"/>
    <w:next w:val="Normale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paragraph" w:customStyle="1" w:styleId="Assesstop2">
    <w:name w:val="Assessto p2"/>
    <w:basedOn w:val="Assesstop1"/>
    <w:next w:val="Normale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Elencolettera">
    <w:name w:val="Elenco lettera"/>
    <w:basedOn w:val="Normale"/>
    <w:pPr>
      <w:numPr>
        <w:numId w:val="8"/>
      </w:numPr>
      <w:spacing w:line="360" w:lineRule="exact"/>
      <w:ind w:left="357" w:hanging="357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"/>
    <w:pPr>
      <w:numPr>
        <w:numId w:val="9"/>
      </w:numPr>
      <w:spacing w:line="360" w:lineRule="exact"/>
      <w:ind w:left="357" w:hanging="357"/>
    </w:pPr>
    <w:rPr>
      <w:rFonts w:ascii="Arial" w:hAnsi="Arial" w:cs="Arial"/>
      <w:sz w:val="20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Oggetto">
    <w:name w:val="Oggetto"/>
    <w:basedOn w:val="Normale"/>
    <w:next w:val="visto"/>
    <w:pPr>
      <w:spacing w:before="480" w:after="840"/>
      <w:ind w:left="1701" w:hanging="1701"/>
    </w:pPr>
    <w:rPr>
      <w:rFonts w:ascii="Futura Std Book" w:hAnsi="Futura Std Book" w:cs="Arial"/>
      <w:b/>
      <w:bCs/>
      <w:sz w:val="18"/>
      <w:szCs w:val="20"/>
    </w:rPr>
  </w:style>
  <w:style w:type="paragraph" w:customStyle="1" w:styleId="titolodeliberaz">
    <w:name w:val="titolo deliberaz"/>
    <w:basedOn w:val="Normale"/>
    <w:next w:val="lineadopotitolo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pPr>
      <w:spacing w:before="120" w:after="120"/>
    </w:pPr>
    <w:rPr>
      <w:sz w:val="13"/>
    </w:rPr>
  </w:style>
  <w:style w:type="paragraph" w:customStyle="1" w:styleId="Elenconumero">
    <w:name w:val="Elenco numero"/>
    <w:basedOn w:val="Elencolinea"/>
    <w:pPr>
      <w:numPr>
        <w:numId w:val="10"/>
      </w:numPr>
      <w:ind w:left="360" w:hanging="360"/>
    </w:pPr>
  </w:style>
  <w:style w:type="paragraph" w:customStyle="1" w:styleId="Giustificato">
    <w:name w:val="Giustificato"/>
    <w:basedOn w:val="Normale"/>
    <w:pPr>
      <w:spacing w:before="120" w:after="120" w:line="360" w:lineRule="exact"/>
      <w:jc w:val="both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customStyle="1" w:styleId="Estremideliber">
    <w:name w:val="Estremi deliber"/>
    <w:basedOn w:val="DGServp2"/>
    <w:rPr>
      <w:caps/>
      <w:sz w:val="12"/>
    </w:rPr>
  </w:style>
  <w:style w:type="paragraph" w:styleId="Testofumetto">
    <w:name w:val="Balloon Text"/>
    <w:basedOn w:val="Normale"/>
    <w:semiHidden/>
    <w:rsid w:val="00D50188"/>
    <w:rPr>
      <w:rFonts w:ascii="Tahoma" w:hAnsi="Tahoma" w:cs="Tahoma"/>
      <w:sz w:val="16"/>
      <w:szCs w:val="16"/>
    </w:rPr>
  </w:style>
  <w:style w:type="paragraph" w:customStyle="1" w:styleId="VerbaleGR">
    <w:name w:val="Verbale GR"/>
    <w:basedOn w:val="Oggetto"/>
    <w:next w:val="Giustificato"/>
    <w:pPr>
      <w:spacing w:before="240" w:after="0"/>
      <w:ind w:left="0" w:firstLine="0"/>
    </w:pPr>
  </w:style>
  <w:style w:type="paragraph" w:customStyle="1" w:styleId="Letto">
    <w:name w:val="Letto"/>
    <w:basedOn w:val="Giustificato"/>
    <w:next w:val="Elencolinea"/>
    <w:pPr>
      <w:spacing w:before="840" w:after="360"/>
      <w:jc w:val="left"/>
    </w:pPr>
  </w:style>
  <w:style w:type="paragraph" w:customStyle="1" w:styleId="Allegati">
    <w:name w:val="Allegati"/>
    <w:basedOn w:val="Letto"/>
    <w:next w:val="Elencolinea"/>
    <w:pPr>
      <w:spacing w:before="720" w:after="60" w:line="240" w:lineRule="auto"/>
    </w:pPr>
  </w:style>
  <w:style w:type="paragraph" w:customStyle="1" w:styleId="DG">
    <w:name w:val="DG"/>
    <w:next w:val="DGFirma"/>
    <w:pPr>
      <w:spacing w:line="360" w:lineRule="exact"/>
    </w:pPr>
    <w:rPr>
      <w:rFonts w:ascii="Futura Std Book" w:hAnsi="Futura Std Book"/>
      <w:b/>
      <w:sz w:val="18"/>
    </w:rPr>
  </w:style>
  <w:style w:type="paragraph" w:customStyle="1" w:styleId="DGFirma">
    <w:name w:val="DG Firma"/>
    <w:basedOn w:val="DG"/>
    <w:rPr>
      <w:b w:val="0"/>
      <w:bCs/>
    </w:rPr>
  </w:style>
  <w:style w:type="paragraph" w:customStyle="1" w:styleId="PCC">
    <w:name w:val="PCC"/>
    <w:pPr>
      <w:ind w:left="567"/>
    </w:pPr>
    <w:rPr>
      <w:rFonts w:ascii="Futura Std Book" w:hAnsi="Futura Std Book" w:cs="Arial"/>
      <w:bCs/>
      <w:sz w:val="16"/>
    </w:rPr>
  </w:style>
  <w:style w:type="paragraph" w:customStyle="1" w:styleId="Pres">
    <w:name w:val="Pres"/>
    <w:next w:val="PresFirma"/>
    <w:pPr>
      <w:spacing w:line="360" w:lineRule="exact"/>
      <w:ind w:left="907"/>
    </w:pPr>
    <w:rPr>
      <w:rFonts w:ascii="Futura Std Book" w:hAnsi="Futura Std Book"/>
      <w:b/>
      <w:sz w:val="18"/>
    </w:rPr>
  </w:style>
  <w:style w:type="paragraph" w:customStyle="1" w:styleId="PresFirma">
    <w:name w:val="Pres Firma"/>
    <w:basedOn w:val="Pres"/>
    <w:rPr>
      <w:b w:val="0"/>
      <w:bCs/>
    </w:rPr>
  </w:style>
  <w:style w:type="paragraph" w:customStyle="1" w:styleId="PresenzeAssenze">
    <w:name w:val="Presenze_Assenze"/>
    <w:basedOn w:val="Giustificato"/>
    <w:pPr>
      <w:spacing w:before="240" w:after="0" w:line="240" w:lineRule="exact"/>
    </w:pPr>
  </w:style>
  <w:style w:type="paragraph" w:customStyle="1" w:styleId="Paragrafononrientrato">
    <w:name w:val="Paragrafo non rientrato"/>
    <w:basedOn w:val="Normale"/>
    <w:rsid w:val="007540F5"/>
    <w:pPr>
      <w:tabs>
        <w:tab w:val="left" w:pos="1008"/>
        <w:tab w:val="left" w:pos="2014"/>
      </w:tabs>
      <w:overflowPunct w:val="0"/>
      <w:autoSpaceDE w:val="0"/>
      <w:autoSpaceDN w:val="0"/>
      <w:adjustRightInd w:val="0"/>
      <w:spacing w:before="240" w:line="348" w:lineRule="atLeast"/>
      <w:jc w:val="both"/>
      <w:textAlignment w:val="baseline"/>
    </w:pPr>
    <w:rPr>
      <w:sz w:val="22"/>
      <w:szCs w:val="20"/>
    </w:rPr>
  </w:style>
  <w:style w:type="paragraph" w:customStyle="1" w:styleId="Normalelt">
    <w:name w:val="Normale lt"/>
    <w:basedOn w:val="Normale"/>
    <w:uiPriority w:val="99"/>
    <w:rsid w:val="00AE7557"/>
    <w:pPr>
      <w:spacing w:before="120" w:after="120" w:line="360" w:lineRule="exact"/>
    </w:pPr>
    <w:rPr>
      <w:rFonts w:ascii="Arial" w:hAnsi="Arial" w:cs="Arial"/>
      <w:sz w:val="20"/>
    </w:rPr>
  </w:style>
  <w:style w:type="character" w:styleId="Enfasigrassetto">
    <w:name w:val="Strong"/>
    <w:qFormat/>
    <w:rsid w:val="00AE7557"/>
    <w:rPr>
      <w:b/>
      <w:bCs/>
    </w:rPr>
  </w:style>
  <w:style w:type="paragraph" w:styleId="PreformattatoHTML">
    <w:name w:val="HTML Preformatted"/>
    <w:basedOn w:val="Normale"/>
    <w:rsid w:val="00AC2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rsid w:val="003A1F60"/>
    <w:rPr>
      <w:color w:val="180F73"/>
      <w:u w:val="single"/>
    </w:rPr>
  </w:style>
  <w:style w:type="character" w:customStyle="1" w:styleId="IntestazioneCarattere">
    <w:name w:val="Intestazione Carattere"/>
    <w:link w:val="Intestazione"/>
    <w:semiHidden/>
    <w:rsid w:val="006B1084"/>
    <w:rPr>
      <w:sz w:val="24"/>
      <w:szCs w:val="24"/>
      <w:lang w:val="it-IT" w:eastAsia="it-IT" w:bidi="ar-SA"/>
    </w:rPr>
  </w:style>
  <w:style w:type="paragraph" w:customStyle="1" w:styleId="nomefirma">
    <w:name w:val="nome firma"/>
    <w:basedOn w:val="Normale"/>
    <w:rsid w:val="00E80CB6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character" w:styleId="Numeropagina">
    <w:name w:val="page number"/>
    <w:basedOn w:val="Carpredefinitoparagrafo"/>
    <w:rsid w:val="00B27B1F"/>
  </w:style>
  <w:style w:type="character" w:styleId="Rimandocommento">
    <w:name w:val="annotation reference"/>
    <w:rsid w:val="001D334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D3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D3344"/>
  </w:style>
  <w:style w:type="paragraph" w:styleId="Soggettocommento">
    <w:name w:val="annotation subject"/>
    <w:basedOn w:val="Testocommento"/>
    <w:next w:val="Testocommento"/>
    <w:link w:val="SoggettocommentoCarattere"/>
    <w:rsid w:val="001D3344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1D3344"/>
    <w:rPr>
      <w:b/>
      <w:bCs/>
    </w:rPr>
  </w:style>
  <w:style w:type="table" w:styleId="Grigliatabella">
    <w:name w:val="Table Grid"/>
    <w:basedOn w:val="Tabellanormale"/>
    <w:rsid w:val="00527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semiHidden/>
    <w:rsid w:val="00C115A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">
    <w:name w:val="Title"/>
    <w:basedOn w:val="Normale"/>
    <w:link w:val="TitoloCarattere"/>
    <w:qFormat/>
    <w:rsid w:val="00C115A9"/>
    <w:pPr>
      <w:autoSpaceDE w:val="0"/>
      <w:autoSpaceDN w:val="0"/>
      <w:jc w:val="center"/>
    </w:pPr>
    <w:rPr>
      <w:sz w:val="20"/>
    </w:rPr>
  </w:style>
  <w:style w:type="character" w:customStyle="1" w:styleId="TitoloCarattere">
    <w:name w:val="Titolo Carattere"/>
    <w:link w:val="Titolo"/>
    <w:rsid w:val="00C115A9"/>
    <w:rPr>
      <w:szCs w:val="24"/>
    </w:rPr>
  </w:style>
  <w:style w:type="paragraph" w:styleId="Corpotesto">
    <w:name w:val="Body Text"/>
    <w:basedOn w:val="Normale"/>
    <w:link w:val="CorpotestoCarattere"/>
    <w:rsid w:val="00C115A9"/>
    <w:pPr>
      <w:autoSpaceDE w:val="0"/>
      <w:autoSpaceDN w:val="0"/>
    </w:pPr>
    <w:rPr>
      <w:sz w:val="20"/>
    </w:rPr>
  </w:style>
  <w:style w:type="character" w:customStyle="1" w:styleId="CorpotestoCarattere">
    <w:name w:val="Corpo testo Carattere"/>
    <w:link w:val="Corpotesto"/>
    <w:rsid w:val="00C115A9"/>
    <w:rPr>
      <w:szCs w:val="24"/>
    </w:rPr>
  </w:style>
  <w:style w:type="paragraph" w:styleId="Corpodeltesto2">
    <w:name w:val="Body Text 2"/>
    <w:basedOn w:val="Normale"/>
    <w:link w:val="Corpodeltesto2Carattere"/>
    <w:rsid w:val="00C115A9"/>
    <w:pPr>
      <w:tabs>
        <w:tab w:val="left" w:pos="567"/>
      </w:tabs>
      <w:autoSpaceDE w:val="0"/>
      <w:autoSpaceDN w:val="0"/>
      <w:jc w:val="both"/>
    </w:pPr>
  </w:style>
  <w:style w:type="character" w:customStyle="1" w:styleId="Corpodeltesto2Carattere">
    <w:name w:val="Corpo del testo 2 Carattere"/>
    <w:link w:val="Corpodeltesto2"/>
    <w:rsid w:val="00C115A9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6F305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6F30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essandramatta\Documenti\Document02\BASI\Direzione%20Generale\deliberazione%20tip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34A0-87BC-4FA7-81C2-E19C67BB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deliberazione tipo.dot</Template>
  <TotalTime>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Hewlett-Packard Company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alessandramatta</dc:creator>
  <cp:lastModifiedBy>Irene Floris</cp:lastModifiedBy>
  <cp:revision>5</cp:revision>
  <cp:lastPrinted>2019-03-06T14:27:00Z</cp:lastPrinted>
  <dcterms:created xsi:type="dcterms:W3CDTF">2019-03-06T14:27:00Z</dcterms:created>
  <dcterms:modified xsi:type="dcterms:W3CDTF">2019-03-07T09:30:00Z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782432575</vt:i4>
  </property>
  <property fmtid="{D5CDD505-2E9C-101B-9397-08002B2CF9AE}" pid="3" name="_ReviewCycleID">
    <vt:i4>782432575</vt:i4>
  </property>
  <property fmtid="{D5CDD505-2E9C-101B-9397-08002B2CF9AE}" pid="4" name="_NewReviewCycle">
    <vt:lpwstr/>
  </property>
  <property fmtid="{D5CDD505-2E9C-101B-9397-08002B2CF9AE}" pid="5" name="_EmailEntryID">
    <vt:lpwstr>000000005E6B3D25FF018140B92E57992EC983F324582300</vt:lpwstr>
  </property>
  <property fmtid="{D5CDD505-2E9C-101B-9397-08002B2CF9AE}" pid="6" name="_EmailStoreID0">
    <vt:lpwstr>0000000038A1BB1005E5101AA1BB08002B2A56C200006D737073742E646C6C00000000004E495441F9BFB80100AA0037D96E0000000043003A005C0044006F00630075006D0065006E0074007300200061006E0064002000530065007400740069006E00670073005C00520044004F004E0045004400440055005C0049006D0</vt:lpwstr>
  </property>
  <property fmtid="{D5CDD505-2E9C-101B-9397-08002B2CF9AE}" pid="7" name="_EmailStoreID1">
    <vt:lpwstr>070006F007300740061007A0069006F006E00690020006C006F00630061006C0069005C00440061007400690020006100700070006C006900630061007A0069006F006E0069005C004D006900630072006F0073006F00660074005C004F00750074006C006F006F006B005C0050006F0073007400610045006C006500740074</vt:lpwstr>
  </property>
  <property fmtid="{D5CDD505-2E9C-101B-9397-08002B2CF9AE}" pid="8" name="_EmailStoreID2">
    <vt:lpwstr>0072006F006E0069006300610032003000310032002E007000730074000000</vt:lpwstr>
  </property>
  <property fmtid="{D5CDD505-2E9C-101B-9397-08002B2CF9AE}" pid="9" name="_ReviewingToolsShownOnce">
    <vt:lpwstr/>
  </property>
</Properties>
</file>